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055CF" w14:textId="77777777" w:rsidR="00F80E2C" w:rsidRDefault="00F80E2C" w:rsidP="00F80E2C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808CCB4" w14:textId="77777777" w:rsidR="00F80E2C" w:rsidRDefault="00F80E2C" w:rsidP="00F80E2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4A1DB73" w14:textId="77777777" w:rsidR="00F80E2C" w:rsidRDefault="00F80E2C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06C9E3F" w14:textId="77777777" w:rsidR="00F80E2C" w:rsidRDefault="00F80E2C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1FFBE11" w14:textId="77777777" w:rsidR="0085747A" w:rsidRPr="001D4D0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D4D01">
        <w:rPr>
          <w:rFonts w:ascii="Corbel" w:hAnsi="Corbel"/>
          <w:b/>
          <w:smallCaps/>
          <w:sz w:val="24"/>
          <w:szCs w:val="24"/>
        </w:rPr>
        <w:t>SYLABUS</w:t>
      </w:r>
    </w:p>
    <w:p w14:paraId="1B2B4A4D" w14:textId="6C0B1E87" w:rsidR="0085747A" w:rsidRPr="001D4D0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D4D01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D4D01">
        <w:rPr>
          <w:rFonts w:ascii="Corbel" w:hAnsi="Corbel"/>
          <w:b/>
          <w:smallCaps/>
          <w:sz w:val="24"/>
          <w:szCs w:val="24"/>
        </w:rPr>
        <w:t xml:space="preserve"> </w:t>
      </w:r>
      <w:r w:rsidR="0028353D" w:rsidRPr="001D4D01">
        <w:rPr>
          <w:rFonts w:ascii="Corbel" w:hAnsi="Corbel"/>
          <w:b/>
          <w:smallCaps/>
          <w:sz w:val="24"/>
          <w:szCs w:val="24"/>
        </w:rPr>
        <w:t>202</w:t>
      </w:r>
      <w:r w:rsidR="00971729">
        <w:rPr>
          <w:rFonts w:ascii="Corbel" w:hAnsi="Corbel"/>
          <w:b/>
          <w:smallCaps/>
          <w:sz w:val="24"/>
          <w:szCs w:val="24"/>
        </w:rPr>
        <w:t>5</w:t>
      </w:r>
      <w:r w:rsidR="00165676">
        <w:rPr>
          <w:rFonts w:ascii="Corbel" w:hAnsi="Corbel"/>
          <w:b/>
          <w:smallCaps/>
          <w:sz w:val="24"/>
          <w:szCs w:val="24"/>
        </w:rPr>
        <w:t>-</w:t>
      </w:r>
      <w:r w:rsidR="0028353D" w:rsidRPr="001D4D01">
        <w:rPr>
          <w:rFonts w:ascii="Corbel" w:hAnsi="Corbel"/>
          <w:b/>
          <w:smallCaps/>
          <w:sz w:val="24"/>
          <w:szCs w:val="24"/>
        </w:rPr>
        <w:t>20</w:t>
      </w:r>
      <w:r w:rsidR="00971729">
        <w:rPr>
          <w:rFonts w:ascii="Corbel" w:hAnsi="Corbel"/>
          <w:b/>
          <w:smallCaps/>
          <w:sz w:val="24"/>
          <w:szCs w:val="24"/>
        </w:rPr>
        <w:t>30</w:t>
      </w:r>
    </w:p>
    <w:p w14:paraId="66CE2152" w14:textId="745D05EE" w:rsidR="00445970" w:rsidRPr="001D4D01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ab/>
      </w:r>
      <w:r w:rsidRPr="001D4D01">
        <w:rPr>
          <w:rFonts w:ascii="Corbel" w:hAnsi="Corbel"/>
          <w:sz w:val="24"/>
          <w:szCs w:val="24"/>
        </w:rPr>
        <w:tab/>
      </w:r>
      <w:r w:rsidRPr="001D4D01">
        <w:rPr>
          <w:rFonts w:ascii="Corbel" w:hAnsi="Corbel"/>
          <w:sz w:val="24"/>
          <w:szCs w:val="24"/>
        </w:rPr>
        <w:tab/>
      </w:r>
      <w:r w:rsidRPr="001D4D01">
        <w:rPr>
          <w:rFonts w:ascii="Corbel" w:hAnsi="Corbel"/>
          <w:sz w:val="24"/>
          <w:szCs w:val="24"/>
        </w:rPr>
        <w:tab/>
        <w:t xml:space="preserve">Rok akademicki   </w:t>
      </w:r>
      <w:r w:rsidR="00F0057E" w:rsidRPr="001D4D01">
        <w:rPr>
          <w:rFonts w:ascii="Corbel" w:hAnsi="Corbel"/>
          <w:sz w:val="24"/>
          <w:szCs w:val="24"/>
        </w:rPr>
        <w:t>202</w:t>
      </w:r>
      <w:r w:rsidR="00971729">
        <w:rPr>
          <w:rFonts w:ascii="Corbel" w:hAnsi="Corbel"/>
          <w:sz w:val="24"/>
          <w:szCs w:val="24"/>
        </w:rPr>
        <w:t>8</w:t>
      </w:r>
      <w:r w:rsidR="00F0057E" w:rsidRPr="001D4D01">
        <w:rPr>
          <w:rFonts w:ascii="Corbel" w:hAnsi="Corbel"/>
          <w:sz w:val="24"/>
          <w:szCs w:val="24"/>
        </w:rPr>
        <w:t>/202</w:t>
      </w:r>
      <w:r w:rsidR="00971729">
        <w:rPr>
          <w:rFonts w:ascii="Corbel" w:hAnsi="Corbel"/>
          <w:sz w:val="24"/>
          <w:szCs w:val="24"/>
        </w:rPr>
        <w:t>9</w:t>
      </w:r>
      <w:r w:rsidR="00F0057E" w:rsidRPr="001D4D01">
        <w:rPr>
          <w:rFonts w:ascii="Corbel" w:hAnsi="Corbel"/>
          <w:sz w:val="24"/>
          <w:szCs w:val="24"/>
        </w:rPr>
        <w:t>, 202</w:t>
      </w:r>
      <w:r w:rsidR="00971729">
        <w:rPr>
          <w:rFonts w:ascii="Corbel" w:hAnsi="Corbel"/>
          <w:sz w:val="24"/>
          <w:szCs w:val="24"/>
        </w:rPr>
        <w:t>9</w:t>
      </w:r>
      <w:r w:rsidR="00F0057E" w:rsidRPr="001D4D01">
        <w:rPr>
          <w:rFonts w:ascii="Corbel" w:hAnsi="Corbel"/>
          <w:sz w:val="24"/>
          <w:szCs w:val="24"/>
        </w:rPr>
        <w:t>/20</w:t>
      </w:r>
      <w:r w:rsidR="00971729">
        <w:rPr>
          <w:rFonts w:ascii="Corbel" w:hAnsi="Corbel"/>
          <w:sz w:val="24"/>
          <w:szCs w:val="24"/>
        </w:rPr>
        <w:t>30</w:t>
      </w:r>
    </w:p>
    <w:p w14:paraId="0CE12D38" w14:textId="77777777" w:rsidR="0085747A" w:rsidRPr="001D4D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907C6F" w14:textId="77777777" w:rsidR="0085747A" w:rsidRPr="001D4D0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D4D01">
        <w:rPr>
          <w:rFonts w:ascii="Corbel" w:hAnsi="Corbel"/>
          <w:szCs w:val="24"/>
        </w:rPr>
        <w:t xml:space="preserve">1. </w:t>
      </w:r>
      <w:r w:rsidR="0085747A" w:rsidRPr="001D4D01">
        <w:rPr>
          <w:rFonts w:ascii="Corbel" w:hAnsi="Corbel"/>
          <w:szCs w:val="24"/>
        </w:rPr>
        <w:t xml:space="preserve">Podstawowe </w:t>
      </w:r>
      <w:r w:rsidR="00445970" w:rsidRPr="001D4D0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D4D01" w14:paraId="0E6E0F23" w14:textId="77777777" w:rsidTr="00FB4588">
        <w:tc>
          <w:tcPr>
            <w:tcW w:w="2694" w:type="dxa"/>
            <w:vAlign w:val="center"/>
          </w:tcPr>
          <w:p w14:paraId="030285EB" w14:textId="77777777" w:rsidR="0085747A" w:rsidRPr="001D4D0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D848D0" w14:textId="77777777" w:rsidR="0085747A" w:rsidRPr="001D4D01" w:rsidRDefault="00FB4588" w:rsidP="006C15D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metody niedyrektywne w pracy z osobami ze spektrum autyzmu</w:t>
            </w:r>
          </w:p>
        </w:tc>
      </w:tr>
      <w:tr w:rsidR="0085747A" w:rsidRPr="001D4D01" w14:paraId="7BB40120" w14:textId="77777777" w:rsidTr="00FB4588">
        <w:tc>
          <w:tcPr>
            <w:tcW w:w="2694" w:type="dxa"/>
            <w:vAlign w:val="center"/>
          </w:tcPr>
          <w:p w14:paraId="2F476557" w14:textId="77777777" w:rsidR="0085747A" w:rsidRPr="001D4D0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D4D0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079A36" w14:textId="77777777" w:rsidR="0085747A" w:rsidRPr="001D4D01" w:rsidRDefault="00FB45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1D4D01" w14:paraId="59E4E4EC" w14:textId="77777777" w:rsidTr="00FB4588">
        <w:tc>
          <w:tcPr>
            <w:tcW w:w="2694" w:type="dxa"/>
            <w:vAlign w:val="center"/>
          </w:tcPr>
          <w:p w14:paraId="439C1DF6" w14:textId="77777777" w:rsidR="0085747A" w:rsidRPr="001D4D01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</w:t>
            </w:r>
            <w:r w:rsidR="0085747A" w:rsidRPr="001D4D0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D4D0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365197" w14:textId="44AEDF30" w:rsidR="0085747A" w:rsidRPr="001D4D01" w:rsidRDefault="00716B7E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1D4D01" w14:paraId="42573A93" w14:textId="77777777" w:rsidTr="00FB4588">
        <w:tc>
          <w:tcPr>
            <w:tcW w:w="2694" w:type="dxa"/>
            <w:vAlign w:val="center"/>
          </w:tcPr>
          <w:p w14:paraId="3D2F0E1F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13D93AD" w14:textId="77777777" w:rsidR="0085747A" w:rsidRPr="001D4D01" w:rsidRDefault="00FB45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1D4D01" w14:paraId="5CE882E9" w14:textId="77777777" w:rsidTr="00FB4588">
        <w:tc>
          <w:tcPr>
            <w:tcW w:w="2694" w:type="dxa"/>
            <w:vAlign w:val="center"/>
          </w:tcPr>
          <w:p w14:paraId="276EF45E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A18141" w14:textId="77777777" w:rsidR="0085747A" w:rsidRPr="001D4D01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1D4D01" w14:paraId="29D69900" w14:textId="77777777" w:rsidTr="00FB4588">
        <w:tc>
          <w:tcPr>
            <w:tcW w:w="2694" w:type="dxa"/>
            <w:vAlign w:val="center"/>
          </w:tcPr>
          <w:p w14:paraId="5EF31EDA" w14:textId="77777777" w:rsidR="0085747A" w:rsidRPr="001D4D0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F374DA" w14:textId="77777777" w:rsidR="0085747A" w:rsidRPr="001D4D01" w:rsidRDefault="004D30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1D4D01" w14:paraId="580D8562" w14:textId="77777777" w:rsidTr="00FB4588">
        <w:tc>
          <w:tcPr>
            <w:tcW w:w="2694" w:type="dxa"/>
            <w:vAlign w:val="center"/>
          </w:tcPr>
          <w:p w14:paraId="28B86B9E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6056557" w14:textId="1FB9A9B3" w:rsidR="0085747A" w:rsidRPr="001D4D01" w:rsidRDefault="00AF49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A265C" w:rsidRPr="001D4D01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1D4D01" w14:paraId="45753912" w14:textId="77777777" w:rsidTr="00FB4588">
        <w:tc>
          <w:tcPr>
            <w:tcW w:w="2694" w:type="dxa"/>
            <w:vAlign w:val="center"/>
          </w:tcPr>
          <w:p w14:paraId="19C2E515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DB205B" w14:textId="27C4A994" w:rsidR="0085747A" w:rsidRPr="001D4D01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131C43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1D4D01" w14:paraId="21B24856" w14:textId="77777777" w:rsidTr="00FB4588">
        <w:tc>
          <w:tcPr>
            <w:tcW w:w="2694" w:type="dxa"/>
            <w:vAlign w:val="center"/>
          </w:tcPr>
          <w:p w14:paraId="3D1B449A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D4D01">
              <w:rPr>
                <w:rFonts w:ascii="Corbel" w:hAnsi="Corbel"/>
                <w:sz w:val="24"/>
                <w:szCs w:val="24"/>
              </w:rPr>
              <w:t>/y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239259" w14:textId="77777777" w:rsidR="0085747A" w:rsidRPr="001D4D01" w:rsidRDefault="004D3057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E91306" w:rsidRPr="001D4D01">
              <w:rPr>
                <w:rFonts w:ascii="Corbel" w:hAnsi="Corbel"/>
                <w:b w:val="0"/>
                <w:sz w:val="24"/>
                <w:szCs w:val="24"/>
              </w:rPr>
              <w:t>, V</w:t>
            </w: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FB4588" w:rsidRPr="001D4D01">
              <w:rPr>
                <w:rFonts w:ascii="Corbel" w:hAnsi="Corbel"/>
                <w:b w:val="0"/>
                <w:sz w:val="24"/>
                <w:szCs w:val="24"/>
              </w:rPr>
              <w:t>8 i 9</w:t>
            </w: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FB4588" w:rsidRPr="001D4D01" w14:paraId="2DB5F4C9" w14:textId="77777777" w:rsidTr="00FB4588">
        <w:tc>
          <w:tcPr>
            <w:tcW w:w="2694" w:type="dxa"/>
            <w:vAlign w:val="center"/>
          </w:tcPr>
          <w:p w14:paraId="4F8DC337" w14:textId="77777777" w:rsidR="00FB4588" w:rsidRPr="001D4D01" w:rsidRDefault="00FB4588" w:rsidP="00FB45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0C86E2C2" w14:textId="77777777" w:rsidR="00FB4588" w:rsidRPr="001D4D01" w:rsidRDefault="00FB4588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E. Przygotowanie w poszczególnych zakresach pedagogiki specjalnej, E.A. Edukacja i terapia osób z zaburzeniami ze spektrum autyzmu, E.2. Przygotowanie dydaktyczno </w:t>
            </w:r>
            <w:r w:rsidR="006C15DE" w:rsidRPr="001D4D01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6C15DE" w:rsidRPr="001D4D01">
              <w:rPr>
                <w:rFonts w:ascii="Corbel" w:hAnsi="Corbel"/>
                <w:b w:val="0"/>
                <w:sz w:val="24"/>
                <w:szCs w:val="24"/>
              </w:rPr>
              <w:t>; przedmiot specjalnościowy</w:t>
            </w:r>
          </w:p>
        </w:tc>
      </w:tr>
      <w:tr w:rsidR="00FB4588" w:rsidRPr="001D4D01" w14:paraId="6CAC53BC" w14:textId="77777777" w:rsidTr="00FB4588">
        <w:tc>
          <w:tcPr>
            <w:tcW w:w="2694" w:type="dxa"/>
            <w:vAlign w:val="center"/>
          </w:tcPr>
          <w:p w14:paraId="387C815C" w14:textId="77777777" w:rsidR="00FB4588" w:rsidRPr="001D4D01" w:rsidRDefault="00FB4588" w:rsidP="00FB45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7B850F" w14:textId="56DC73D9" w:rsidR="00FB4588" w:rsidRPr="001D4D01" w:rsidRDefault="00AF49DD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B4588" w:rsidRPr="001D4D0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FB4588" w:rsidRPr="001D4D01" w14:paraId="5ADBB1E2" w14:textId="77777777" w:rsidTr="00FB4588">
        <w:tc>
          <w:tcPr>
            <w:tcW w:w="2694" w:type="dxa"/>
            <w:vAlign w:val="center"/>
          </w:tcPr>
          <w:p w14:paraId="2A15317C" w14:textId="77777777" w:rsidR="00FB4588" w:rsidRPr="001D4D01" w:rsidRDefault="00FB4588" w:rsidP="00FB45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1821F7" w14:textId="77777777" w:rsidR="00FB4588" w:rsidRPr="001D4D01" w:rsidRDefault="00FB4588" w:rsidP="00FB45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Dr Agnieszka Łaba-Hornecka, dr Izabela Marczykowska</w:t>
            </w:r>
          </w:p>
        </w:tc>
      </w:tr>
      <w:tr w:rsidR="0085747A" w:rsidRPr="001D4D01" w14:paraId="5EB27259" w14:textId="77777777" w:rsidTr="00FB4588">
        <w:tc>
          <w:tcPr>
            <w:tcW w:w="2694" w:type="dxa"/>
            <w:vAlign w:val="center"/>
          </w:tcPr>
          <w:p w14:paraId="39440AF0" w14:textId="77777777" w:rsidR="0085747A" w:rsidRPr="001D4D0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6458E1" w14:textId="77777777" w:rsidR="0085747A" w:rsidRPr="001D4D01" w:rsidRDefault="004D30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14:paraId="7ED9AC87" w14:textId="77777777" w:rsidR="0085747A" w:rsidRPr="001D4D01" w:rsidRDefault="0085747A" w:rsidP="00BD1862">
      <w:pPr>
        <w:pStyle w:val="Podpunkty"/>
        <w:ind w:left="0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 xml:space="preserve">* </w:t>
      </w:r>
      <w:r w:rsidRPr="001D4D01">
        <w:rPr>
          <w:rFonts w:ascii="Corbel" w:hAnsi="Corbel"/>
          <w:i/>
          <w:sz w:val="24"/>
          <w:szCs w:val="24"/>
        </w:rPr>
        <w:t>-</w:t>
      </w:r>
      <w:r w:rsidR="00B90885" w:rsidRPr="001D4D0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D4D01">
        <w:rPr>
          <w:rFonts w:ascii="Corbel" w:hAnsi="Corbel"/>
          <w:b w:val="0"/>
          <w:sz w:val="24"/>
          <w:szCs w:val="24"/>
        </w:rPr>
        <w:t>e,</w:t>
      </w:r>
      <w:r w:rsidRPr="001D4D01">
        <w:rPr>
          <w:rFonts w:ascii="Corbel" w:hAnsi="Corbel"/>
          <w:i/>
          <w:sz w:val="24"/>
          <w:szCs w:val="24"/>
        </w:rPr>
        <w:t xml:space="preserve"> </w:t>
      </w:r>
      <w:r w:rsidRPr="001D4D0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D4D01">
        <w:rPr>
          <w:rFonts w:ascii="Corbel" w:hAnsi="Corbel"/>
          <w:b w:val="0"/>
          <w:i/>
          <w:sz w:val="24"/>
          <w:szCs w:val="24"/>
        </w:rPr>
        <w:t>w Jednostce</w:t>
      </w:r>
    </w:p>
    <w:p w14:paraId="7FBCB2F9" w14:textId="77777777" w:rsidR="00923D7D" w:rsidRPr="001D4D0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2AE515" w14:textId="77777777" w:rsidR="0085747A" w:rsidRPr="001D4D0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>1.</w:t>
      </w:r>
      <w:r w:rsidR="00E22FBC" w:rsidRPr="001D4D01">
        <w:rPr>
          <w:rFonts w:ascii="Corbel" w:hAnsi="Corbel"/>
          <w:sz w:val="24"/>
          <w:szCs w:val="24"/>
        </w:rPr>
        <w:t>1</w:t>
      </w:r>
      <w:r w:rsidRPr="001D4D0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9A31C63" w14:textId="77777777" w:rsidR="00923D7D" w:rsidRPr="001D4D0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0"/>
        <w:gridCol w:w="784"/>
        <w:gridCol w:w="863"/>
        <w:gridCol w:w="796"/>
        <w:gridCol w:w="816"/>
        <w:gridCol w:w="754"/>
        <w:gridCol w:w="942"/>
        <w:gridCol w:w="1229"/>
        <w:gridCol w:w="1487"/>
      </w:tblGrid>
      <w:tr w:rsidR="00015B8F" w:rsidRPr="001D4D01" w14:paraId="066A4A86" w14:textId="77777777" w:rsidTr="00FB4588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DFEC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Semestr</w:t>
            </w:r>
          </w:p>
          <w:p w14:paraId="418F5865" w14:textId="77777777" w:rsidR="00015B8F" w:rsidRPr="001D4D0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(</w:t>
            </w:r>
            <w:r w:rsidR="00363F78" w:rsidRPr="001D4D0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EF79B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DB1C7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9E92C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31A91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27DB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8EE13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22FEE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5C649" w14:textId="77777777" w:rsidR="00015B8F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485B6" w14:textId="77777777" w:rsidR="00015B8F" w:rsidRPr="001D4D0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D4D01">
              <w:rPr>
                <w:rFonts w:ascii="Corbel" w:hAnsi="Corbel"/>
                <w:b/>
                <w:szCs w:val="24"/>
              </w:rPr>
              <w:t>Liczba pkt</w:t>
            </w:r>
            <w:r w:rsidR="00B90885" w:rsidRPr="001D4D01">
              <w:rPr>
                <w:rFonts w:ascii="Corbel" w:hAnsi="Corbel"/>
                <w:b/>
                <w:szCs w:val="24"/>
              </w:rPr>
              <w:t>.</w:t>
            </w:r>
            <w:r w:rsidRPr="001D4D0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B4588" w:rsidRPr="001D4D01" w14:paraId="04F014EA" w14:textId="77777777" w:rsidTr="00FB4588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9B05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CEC55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3205E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D856B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60D1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1103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66D3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5721C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7849F" w14:textId="16E102C9" w:rsidR="00FB4588" w:rsidRPr="001D4D01" w:rsidRDefault="007D39F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A98B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D4D01">
              <w:rPr>
                <w:rFonts w:ascii="Corbel" w:hAnsi="Corbel"/>
                <w:b/>
                <w:szCs w:val="24"/>
              </w:rPr>
              <w:t>3</w:t>
            </w:r>
          </w:p>
        </w:tc>
      </w:tr>
      <w:tr w:rsidR="00FB4588" w:rsidRPr="001D4D01" w14:paraId="110D393E" w14:textId="77777777" w:rsidTr="00FB4588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F934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4D01"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AE91B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608A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5CA8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880A9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8EF6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5CB7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2C128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EBEF" w14:textId="70096D3B" w:rsidR="00FB4588" w:rsidRPr="001D4D01" w:rsidRDefault="007D39F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DF7A" w14:textId="77777777" w:rsidR="00FB4588" w:rsidRPr="001D4D01" w:rsidRDefault="00FB458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D4D0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4359C4FB" w14:textId="77777777" w:rsidR="00923D7D" w:rsidRPr="001D4D0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E6B9A2" w14:textId="77777777" w:rsidR="0085747A" w:rsidRPr="001D4D0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>1.</w:t>
      </w:r>
      <w:r w:rsidR="00E22FBC" w:rsidRPr="001D4D01">
        <w:rPr>
          <w:rFonts w:ascii="Corbel" w:hAnsi="Corbel"/>
          <w:smallCaps w:val="0"/>
          <w:szCs w:val="24"/>
        </w:rPr>
        <w:t>2</w:t>
      </w:r>
      <w:r w:rsidR="00F83B28" w:rsidRPr="001D4D01">
        <w:rPr>
          <w:rFonts w:ascii="Corbel" w:hAnsi="Corbel"/>
          <w:smallCaps w:val="0"/>
          <w:szCs w:val="24"/>
        </w:rPr>
        <w:t>.</w:t>
      </w:r>
      <w:r w:rsidR="00F83B28" w:rsidRPr="001D4D01">
        <w:rPr>
          <w:rFonts w:ascii="Corbel" w:hAnsi="Corbel"/>
          <w:smallCaps w:val="0"/>
          <w:szCs w:val="24"/>
        </w:rPr>
        <w:tab/>
      </w:r>
      <w:r w:rsidRPr="001D4D01">
        <w:rPr>
          <w:rFonts w:ascii="Corbel" w:hAnsi="Corbel"/>
          <w:smallCaps w:val="0"/>
          <w:szCs w:val="24"/>
        </w:rPr>
        <w:t xml:space="preserve">Sposób realizacji zajęć  </w:t>
      </w:r>
    </w:p>
    <w:p w14:paraId="5F6C5DA2" w14:textId="77777777" w:rsidR="00B05338" w:rsidRPr="001D4D01" w:rsidRDefault="00B05338" w:rsidP="00B053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eastAsia="MS Gothic" w:hAnsi="Corbel"/>
          <w:b w:val="0"/>
          <w:szCs w:val="24"/>
        </w:rPr>
        <w:sym w:font="Wingdings" w:char="F078"/>
      </w:r>
      <w:r w:rsidRPr="001D4D01">
        <w:rPr>
          <w:rFonts w:ascii="Corbel" w:eastAsia="MS Gothic" w:hAnsi="Corbel"/>
          <w:b w:val="0"/>
          <w:szCs w:val="24"/>
        </w:rPr>
        <w:t xml:space="preserve"> </w:t>
      </w:r>
      <w:r w:rsidRPr="001D4D01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B50EB43" w14:textId="77777777" w:rsidR="00B05338" w:rsidRPr="001D4D01" w:rsidRDefault="00B05338" w:rsidP="00B053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D4D01">
        <w:rPr>
          <w:rFonts w:ascii="MS Gothic" w:eastAsia="MS Gothic" w:hAnsi="MS Gothic" w:cs="MS Gothic" w:hint="eastAsia"/>
          <w:b w:val="0"/>
          <w:szCs w:val="24"/>
        </w:rPr>
        <w:t>☐</w:t>
      </w:r>
      <w:r w:rsidRPr="001D4D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A5E5A42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B9658D" w14:textId="77777777" w:rsidR="00B05338" w:rsidRPr="001D4D0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1.3 </w:t>
      </w:r>
      <w:r w:rsidR="00F83B28" w:rsidRPr="001D4D01">
        <w:rPr>
          <w:rFonts w:ascii="Corbel" w:hAnsi="Corbel"/>
          <w:smallCaps w:val="0"/>
          <w:szCs w:val="24"/>
        </w:rPr>
        <w:tab/>
      </w:r>
      <w:r w:rsidRPr="001D4D01">
        <w:rPr>
          <w:rFonts w:ascii="Corbel" w:hAnsi="Corbel"/>
          <w:smallCaps w:val="0"/>
          <w:szCs w:val="24"/>
        </w:rPr>
        <w:t>For</w:t>
      </w:r>
      <w:r w:rsidR="00445970" w:rsidRPr="001D4D01">
        <w:rPr>
          <w:rFonts w:ascii="Corbel" w:hAnsi="Corbel"/>
          <w:smallCaps w:val="0"/>
          <w:szCs w:val="24"/>
        </w:rPr>
        <w:t xml:space="preserve">ma zaliczenia przedmiotu </w:t>
      </w:r>
      <w:r w:rsidRPr="001D4D01">
        <w:rPr>
          <w:rFonts w:ascii="Corbel" w:hAnsi="Corbel"/>
          <w:smallCaps w:val="0"/>
          <w:szCs w:val="24"/>
        </w:rPr>
        <w:t xml:space="preserve"> (z toku) </w:t>
      </w:r>
    </w:p>
    <w:p w14:paraId="0379A852" w14:textId="77777777" w:rsidR="00E22FBC" w:rsidRPr="001D4D01" w:rsidRDefault="00B053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b w:val="0"/>
          <w:smallCaps w:val="0"/>
          <w:szCs w:val="24"/>
        </w:rPr>
        <w:tab/>
        <w:t>zaliczenie z oceną</w:t>
      </w:r>
    </w:p>
    <w:p w14:paraId="6D3AF9F3" w14:textId="77777777" w:rsidR="00B05338" w:rsidRPr="001D4D01" w:rsidRDefault="00B0533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b w:val="0"/>
          <w:smallCaps w:val="0"/>
          <w:szCs w:val="24"/>
        </w:rPr>
        <w:tab/>
        <w:t>egzamin</w:t>
      </w:r>
    </w:p>
    <w:p w14:paraId="0A93C6E8" w14:textId="77777777" w:rsidR="00E960BB" w:rsidRPr="001D4D0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426DD9" w14:textId="77777777" w:rsidR="00E960BB" w:rsidRPr="001D4D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D4D0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D4D01" w14:paraId="7C109E49" w14:textId="77777777" w:rsidTr="00B05338">
        <w:tc>
          <w:tcPr>
            <w:tcW w:w="9520" w:type="dxa"/>
          </w:tcPr>
          <w:p w14:paraId="297D072F" w14:textId="77777777" w:rsidR="0085747A" w:rsidRPr="001D4D01" w:rsidRDefault="0064158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Podstawowa wiedza z pedagogiki ogólnej oraz psychologii ogólnej i psychologii rozwojowej.</w:t>
            </w:r>
          </w:p>
          <w:p w14:paraId="3C895863" w14:textId="77777777" w:rsidR="0085747A" w:rsidRPr="001D4D01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4954BEF" w14:textId="77777777" w:rsidR="00153C41" w:rsidRPr="001D4D0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8EDB94" w14:textId="77777777" w:rsidR="0085747A" w:rsidRPr="001D4D0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D4D01">
        <w:rPr>
          <w:rFonts w:ascii="Corbel" w:hAnsi="Corbel"/>
          <w:szCs w:val="24"/>
        </w:rPr>
        <w:t>3.</w:t>
      </w:r>
      <w:r w:rsidR="0085747A" w:rsidRPr="001D4D01">
        <w:rPr>
          <w:rFonts w:ascii="Corbel" w:hAnsi="Corbel"/>
          <w:szCs w:val="24"/>
        </w:rPr>
        <w:t xml:space="preserve"> </w:t>
      </w:r>
      <w:r w:rsidR="00A84C85" w:rsidRPr="001D4D01">
        <w:rPr>
          <w:rFonts w:ascii="Corbel" w:hAnsi="Corbel"/>
          <w:szCs w:val="24"/>
        </w:rPr>
        <w:t>cele, efekty uczenia się</w:t>
      </w:r>
      <w:r w:rsidR="0085747A" w:rsidRPr="001D4D01">
        <w:rPr>
          <w:rFonts w:ascii="Corbel" w:hAnsi="Corbel"/>
          <w:szCs w:val="24"/>
        </w:rPr>
        <w:t xml:space="preserve"> , treści Programowe i stosowane metody Dydaktyczne</w:t>
      </w:r>
    </w:p>
    <w:p w14:paraId="198A88BF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ACC1E7" w14:textId="77777777" w:rsidR="0085747A" w:rsidRPr="001D4D0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 xml:space="preserve">3.1 </w:t>
      </w:r>
      <w:r w:rsidR="00C05F44" w:rsidRPr="001D4D01">
        <w:rPr>
          <w:rFonts w:ascii="Corbel" w:hAnsi="Corbel"/>
          <w:sz w:val="24"/>
          <w:szCs w:val="24"/>
        </w:rPr>
        <w:t>Cele przedmiotu</w:t>
      </w:r>
    </w:p>
    <w:p w14:paraId="6897B5CC" w14:textId="77777777" w:rsidR="00F83B28" w:rsidRPr="001D4D0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41582" w:rsidRPr="001D4D01" w14:paraId="2FB6DCCF" w14:textId="77777777" w:rsidTr="00641582">
        <w:tc>
          <w:tcPr>
            <w:tcW w:w="845" w:type="dxa"/>
            <w:vAlign w:val="center"/>
          </w:tcPr>
          <w:p w14:paraId="1F264F1E" w14:textId="77777777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BB5FCFB" w14:textId="77777777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Dostarczenie podstawowej wiedzy na temat metod </w:t>
            </w:r>
            <w:r w:rsidR="00E91306" w:rsidRPr="001D4D01">
              <w:rPr>
                <w:rFonts w:ascii="Corbel" w:hAnsi="Corbel"/>
                <w:b w:val="0"/>
                <w:bCs/>
                <w:sz w:val="24"/>
                <w:szCs w:val="24"/>
              </w:rPr>
              <w:t>nie</w:t>
            </w: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>dyrektywnych w pracy z uczniem z ASD.</w:t>
            </w:r>
          </w:p>
        </w:tc>
      </w:tr>
      <w:tr w:rsidR="00641582" w:rsidRPr="001D4D01" w14:paraId="7307334E" w14:textId="77777777" w:rsidTr="00641582">
        <w:tc>
          <w:tcPr>
            <w:tcW w:w="845" w:type="dxa"/>
            <w:vAlign w:val="center"/>
          </w:tcPr>
          <w:p w14:paraId="1541D0D0" w14:textId="77777777" w:rsidR="00641582" w:rsidRPr="001D4D01" w:rsidRDefault="00641582" w:rsidP="0064158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8F46659" w14:textId="77777777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>Zapoznanie z</w:t>
            </w:r>
            <w:r w:rsidR="00E91306" w:rsidRPr="001D4D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wiodącymi i wspomagającymi metodami terapii niedyrektywnej osób z ASD</w:t>
            </w: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641582" w:rsidRPr="001D4D01" w14:paraId="2DF14501" w14:textId="77777777" w:rsidTr="00641582">
        <w:tc>
          <w:tcPr>
            <w:tcW w:w="845" w:type="dxa"/>
            <w:vAlign w:val="center"/>
          </w:tcPr>
          <w:p w14:paraId="76482268" w14:textId="77777777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485CDF59" w14:textId="77777777" w:rsidR="00641582" w:rsidRPr="001D4D01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do prowadzenia zajęć terapeutycznych metodami </w:t>
            </w:r>
            <w:r w:rsidR="00E91306" w:rsidRPr="001D4D01">
              <w:rPr>
                <w:rFonts w:ascii="Corbel" w:hAnsi="Corbel"/>
                <w:b w:val="0"/>
                <w:bCs/>
                <w:sz w:val="24"/>
                <w:szCs w:val="24"/>
              </w:rPr>
              <w:t>niedyrektywnymi w pracy z osobami z ASD.</w:t>
            </w:r>
          </w:p>
        </w:tc>
      </w:tr>
    </w:tbl>
    <w:p w14:paraId="1BF111E1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A47A867" w14:textId="77777777" w:rsidR="001D7B54" w:rsidRPr="001D4D0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b/>
          <w:sz w:val="24"/>
          <w:szCs w:val="24"/>
        </w:rPr>
        <w:t xml:space="preserve">3.2 </w:t>
      </w:r>
      <w:r w:rsidR="001D7B54" w:rsidRPr="001D4D01">
        <w:rPr>
          <w:rFonts w:ascii="Corbel" w:hAnsi="Corbel"/>
          <w:b/>
          <w:sz w:val="24"/>
          <w:szCs w:val="24"/>
        </w:rPr>
        <w:t xml:space="preserve">Efekty </w:t>
      </w:r>
      <w:r w:rsidR="00C05F44" w:rsidRPr="001D4D0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D4D01">
        <w:rPr>
          <w:rFonts w:ascii="Corbel" w:hAnsi="Corbel"/>
          <w:b/>
          <w:sz w:val="24"/>
          <w:szCs w:val="24"/>
        </w:rPr>
        <w:t>dla przedmiotu</w:t>
      </w:r>
      <w:r w:rsidR="00445970" w:rsidRPr="001D4D01">
        <w:rPr>
          <w:rFonts w:ascii="Corbel" w:hAnsi="Corbel"/>
          <w:sz w:val="24"/>
          <w:szCs w:val="24"/>
        </w:rPr>
        <w:t xml:space="preserve"> </w:t>
      </w:r>
    </w:p>
    <w:p w14:paraId="7A142BB7" w14:textId="77777777" w:rsidR="004D3057" w:rsidRPr="001D4D01" w:rsidRDefault="004D3057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25580B" w:rsidRPr="001D4D01" w14:paraId="66600179" w14:textId="77777777" w:rsidTr="00632219">
        <w:tc>
          <w:tcPr>
            <w:tcW w:w="1701" w:type="dxa"/>
            <w:vAlign w:val="center"/>
          </w:tcPr>
          <w:p w14:paraId="72DE0370" w14:textId="77777777" w:rsidR="004D3057" w:rsidRPr="001D4D01" w:rsidRDefault="004D3057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smallCaps w:val="0"/>
                <w:szCs w:val="24"/>
              </w:rPr>
              <w:t>EK</w:t>
            </w: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6096" w:type="dxa"/>
            <w:vAlign w:val="center"/>
          </w:tcPr>
          <w:p w14:paraId="4A36D88C" w14:textId="77777777" w:rsidR="004D3057" w:rsidRPr="001D4D01" w:rsidRDefault="004D3057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</w:t>
            </w:r>
          </w:p>
        </w:tc>
        <w:tc>
          <w:tcPr>
            <w:tcW w:w="1873" w:type="dxa"/>
            <w:vAlign w:val="center"/>
          </w:tcPr>
          <w:p w14:paraId="351E4C40" w14:textId="77777777" w:rsidR="004D3057" w:rsidRPr="001D4D01" w:rsidRDefault="004D3057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D4D0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5580B" w:rsidRPr="001D4D01" w14:paraId="2D00D948" w14:textId="77777777" w:rsidTr="00B05338">
        <w:tc>
          <w:tcPr>
            <w:tcW w:w="1701" w:type="dxa"/>
          </w:tcPr>
          <w:p w14:paraId="0C257114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bookmarkStart w:id="0" w:name="_Hlk31265793"/>
            <w:r w:rsidRPr="001D4D01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136FB1E2" w14:textId="77777777" w:rsidR="004D3057" w:rsidRPr="001D4D01" w:rsidRDefault="007C0C0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Wymieni podstawowe założenia, cele, zasady terapii niedyrektywnych </w:t>
            </w:r>
            <w:r w:rsidR="0056201A" w:rsidRPr="001D4D01">
              <w:rPr>
                <w:rFonts w:ascii="Corbel" w:hAnsi="Corbel"/>
                <w:sz w:val="24"/>
                <w:szCs w:val="24"/>
              </w:rPr>
              <w:t xml:space="preserve">wykorzystywanych współcześnie 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w pracy z osobami z ASD. </w:t>
            </w:r>
          </w:p>
        </w:tc>
        <w:tc>
          <w:tcPr>
            <w:tcW w:w="1873" w:type="dxa"/>
            <w:vAlign w:val="center"/>
          </w:tcPr>
          <w:p w14:paraId="3F07E59F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PS.W09.</w:t>
            </w:r>
          </w:p>
        </w:tc>
      </w:tr>
      <w:tr w:rsidR="0025580B" w:rsidRPr="001D4D01" w14:paraId="713E4539" w14:textId="77777777" w:rsidTr="00B05338">
        <w:tc>
          <w:tcPr>
            <w:tcW w:w="1701" w:type="dxa"/>
          </w:tcPr>
          <w:p w14:paraId="149C74CD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5139A78D" w14:textId="77777777" w:rsidR="004D3057" w:rsidRPr="001D4D01" w:rsidRDefault="00E91306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Wymieni i </w:t>
            </w:r>
            <w:r w:rsidR="00541754" w:rsidRPr="001D4D01">
              <w:rPr>
                <w:rFonts w:ascii="Corbel" w:hAnsi="Corbel"/>
                <w:sz w:val="24"/>
                <w:szCs w:val="24"/>
              </w:rPr>
              <w:t>s</w:t>
            </w:r>
            <w:r w:rsidRPr="001D4D01">
              <w:rPr>
                <w:rFonts w:ascii="Corbel" w:hAnsi="Corbel"/>
                <w:sz w:val="24"/>
                <w:szCs w:val="24"/>
              </w:rPr>
              <w:t>charakteryzuje metody niedyrektywne wykorzystywane w systemie edukacji specjalnej, integracyjnej i inkluzyjnej w pracy z osobami z ASD.</w:t>
            </w:r>
          </w:p>
        </w:tc>
        <w:tc>
          <w:tcPr>
            <w:tcW w:w="1873" w:type="dxa"/>
            <w:vAlign w:val="center"/>
          </w:tcPr>
          <w:p w14:paraId="2BDDA637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PS.W10.</w:t>
            </w:r>
          </w:p>
        </w:tc>
      </w:tr>
      <w:tr w:rsidR="0025580B" w:rsidRPr="001D4D01" w14:paraId="2D784165" w14:textId="77777777" w:rsidTr="00B05338">
        <w:tc>
          <w:tcPr>
            <w:tcW w:w="1701" w:type="dxa"/>
          </w:tcPr>
          <w:p w14:paraId="7CF29337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01069A66" w14:textId="77777777" w:rsidR="004D3057" w:rsidRPr="001D4D01" w:rsidRDefault="007C0C0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Om</w:t>
            </w:r>
            <w:r w:rsidR="00541754" w:rsidRPr="001D4D01">
              <w:rPr>
                <w:rFonts w:ascii="Corbel" w:hAnsi="Corbel"/>
                <w:sz w:val="24"/>
                <w:szCs w:val="24"/>
              </w:rPr>
              <w:t>ówi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 zalety i wady podejścia niedyrektywnego w rozwiązywaniu problemów edukacyjnych i terapeutycznych osób z ASD</w:t>
            </w:r>
            <w:r w:rsidR="0056201A" w:rsidRPr="001D4D01">
              <w:rPr>
                <w:rFonts w:ascii="Corbel" w:hAnsi="Corbel"/>
                <w:sz w:val="24"/>
                <w:szCs w:val="24"/>
              </w:rPr>
              <w:t xml:space="preserve"> w kontekście efektywności oddziaływań i indywidualizacji kształcenia</w:t>
            </w:r>
            <w:r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755DE071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PS.W11.</w:t>
            </w:r>
          </w:p>
        </w:tc>
      </w:tr>
      <w:tr w:rsidR="0025580B" w:rsidRPr="001D4D01" w14:paraId="79C28577" w14:textId="77777777" w:rsidTr="00B05338">
        <w:tc>
          <w:tcPr>
            <w:tcW w:w="1701" w:type="dxa"/>
          </w:tcPr>
          <w:p w14:paraId="797185BF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1324EA39" w14:textId="77777777" w:rsidR="004D3057" w:rsidRPr="001D4D01" w:rsidRDefault="006B52C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Za</w:t>
            </w:r>
            <w:r w:rsidR="0056201A" w:rsidRPr="001D4D01">
              <w:rPr>
                <w:rFonts w:ascii="Corbel" w:hAnsi="Corbel"/>
                <w:sz w:val="24"/>
                <w:szCs w:val="24"/>
              </w:rPr>
              <w:t>nalizuje przydatność wybranych metod niedyrektywnych w stymulowaniu rozwoju i edukacji osób z ASD.</w:t>
            </w:r>
          </w:p>
        </w:tc>
        <w:tc>
          <w:tcPr>
            <w:tcW w:w="1873" w:type="dxa"/>
            <w:vAlign w:val="center"/>
          </w:tcPr>
          <w:p w14:paraId="0A3A4DAC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25580B" w:rsidRPr="001D4D01" w14:paraId="018B5992" w14:textId="77777777" w:rsidTr="00B05338">
        <w:tc>
          <w:tcPr>
            <w:tcW w:w="1701" w:type="dxa"/>
          </w:tcPr>
          <w:p w14:paraId="36871919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77DA9917" w14:textId="77777777" w:rsidR="004D3057" w:rsidRPr="001D4D01" w:rsidRDefault="0025580B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Zaplanuje i zrealizuje zajęcia edukacyjno-terapeutyczne z wykorzystaniem metod niedyrektywnych. </w:t>
            </w:r>
          </w:p>
        </w:tc>
        <w:tc>
          <w:tcPr>
            <w:tcW w:w="1873" w:type="dxa"/>
            <w:vAlign w:val="center"/>
          </w:tcPr>
          <w:p w14:paraId="182FEC5D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PS.U5.</w:t>
            </w:r>
          </w:p>
        </w:tc>
      </w:tr>
      <w:tr w:rsidR="0025580B" w:rsidRPr="001D4D01" w14:paraId="5248E591" w14:textId="77777777" w:rsidTr="00B05338">
        <w:tc>
          <w:tcPr>
            <w:tcW w:w="1701" w:type="dxa"/>
          </w:tcPr>
          <w:p w14:paraId="59F7E8D7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16AC5FCB" w14:textId="77777777" w:rsidR="004D3057" w:rsidRPr="001D4D01" w:rsidRDefault="006B52C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Za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 xml:space="preserve">nalizuje i </w:t>
            </w:r>
            <w:r w:rsidRPr="001D4D01">
              <w:rPr>
                <w:rFonts w:ascii="Corbel" w:hAnsi="Corbel"/>
                <w:sz w:val="24"/>
                <w:szCs w:val="24"/>
              </w:rPr>
              <w:t>za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>stosuje specjalistyczne metody rozwijania kompetencji poznawczych, komunikacyjnych i społecznych i samoobsługowych w procesie edukacji i terapii osób z ASD.</w:t>
            </w:r>
          </w:p>
        </w:tc>
        <w:tc>
          <w:tcPr>
            <w:tcW w:w="1873" w:type="dxa"/>
            <w:vAlign w:val="center"/>
          </w:tcPr>
          <w:p w14:paraId="6DE3ABF6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PS.U6</w:t>
            </w:r>
          </w:p>
        </w:tc>
      </w:tr>
      <w:tr w:rsidR="0025580B" w:rsidRPr="001D4D01" w14:paraId="43E6F99D" w14:textId="77777777" w:rsidTr="00B05338">
        <w:tc>
          <w:tcPr>
            <w:tcW w:w="1701" w:type="dxa"/>
          </w:tcPr>
          <w:p w14:paraId="519BC66A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14:paraId="6017A912" w14:textId="77777777" w:rsidR="004D3057" w:rsidRPr="001D4D01" w:rsidRDefault="006B52C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Z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>aprojekt</w:t>
            </w:r>
            <w:r w:rsidRPr="001D4D01">
              <w:rPr>
                <w:rFonts w:ascii="Corbel" w:hAnsi="Corbel"/>
                <w:sz w:val="24"/>
                <w:szCs w:val="24"/>
              </w:rPr>
              <w:t>uje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 xml:space="preserve"> zajęcia i 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>dob</w:t>
            </w:r>
            <w:r w:rsidRPr="001D4D01">
              <w:rPr>
                <w:rFonts w:ascii="Corbel" w:hAnsi="Corbel"/>
                <w:sz w:val="24"/>
                <w:szCs w:val="24"/>
              </w:rPr>
              <w:t>ierze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 xml:space="preserve"> metody niedyrektywne do zindywidualizowanych potrzeb uczniów w grupie zróżnicowanej. 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06BE0C35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PS.U7.</w:t>
            </w:r>
          </w:p>
        </w:tc>
      </w:tr>
      <w:tr w:rsidR="0025580B" w:rsidRPr="001D4D01" w14:paraId="08673864" w14:textId="77777777" w:rsidTr="00B05338">
        <w:tc>
          <w:tcPr>
            <w:tcW w:w="1701" w:type="dxa"/>
          </w:tcPr>
          <w:p w14:paraId="0F02C3E5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7821E315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Dostrzega moralne i etyczne problemy podczas planowania i realizacji zajęć edukacyjnych i rehabilitacyjnych metodami 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>nie</w:t>
            </w:r>
            <w:r w:rsidRPr="001D4D01">
              <w:rPr>
                <w:rFonts w:ascii="Corbel" w:hAnsi="Corbel"/>
                <w:sz w:val="24"/>
                <w:szCs w:val="24"/>
              </w:rPr>
              <w:t>dyrektywnymi.</w:t>
            </w:r>
          </w:p>
        </w:tc>
        <w:tc>
          <w:tcPr>
            <w:tcW w:w="1873" w:type="dxa"/>
            <w:vAlign w:val="center"/>
          </w:tcPr>
          <w:p w14:paraId="471193FD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PS.K1.</w:t>
            </w:r>
          </w:p>
        </w:tc>
      </w:tr>
      <w:tr w:rsidR="0025580B" w:rsidRPr="001D4D01" w14:paraId="6D1D7279" w14:textId="77777777" w:rsidTr="00B05338">
        <w:tc>
          <w:tcPr>
            <w:tcW w:w="1701" w:type="dxa"/>
          </w:tcPr>
          <w:p w14:paraId="7AEB01E2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6096" w:type="dxa"/>
          </w:tcPr>
          <w:p w14:paraId="24B425BA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Scharakteryzuje znaczenie podejmowania współpracy z rodziną i środowiskiem przedszkolnym i szkolnym w celu zwiększenia efektywności oddziaływań i wsparcia rodziny.</w:t>
            </w:r>
          </w:p>
        </w:tc>
        <w:tc>
          <w:tcPr>
            <w:tcW w:w="1873" w:type="dxa"/>
            <w:vAlign w:val="center"/>
          </w:tcPr>
          <w:p w14:paraId="2E181654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PS.K2.</w:t>
            </w:r>
          </w:p>
        </w:tc>
      </w:tr>
      <w:tr w:rsidR="0025580B" w:rsidRPr="001D4D01" w14:paraId="6876B32D" w14:textId="77777777" w:rsidTr="00B05338">
        <w:tc>
          <w:tcPr>
            <w:tcW w:w="1701" w:type="dxa"/>
          </w:tcPr>
          <w:p w14:paraId="1DBD839F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14:paraId="0A6F2163" w14:textId="77777777" w:rsidR="004D3057" w:rsidRPr="001D4D01" w:rsidRDefault="0025580B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Omówi</w:t>
            </w:r>
            <w:r w:rsidR="004D3057" w:rsidRPr="001D4D01">
              <w:rPr>
                <w:rFonts w:ascii="Corbel" w:hAnsi="Corbel"/>
                <w:sz w:val="24"/>
                <w:szCs w:val="24"/>
              </w:rPr>
              <w:t xml:space="preserve"> znaczenie </w:t>
            </w:r>
            <w:r w:rsidRPr="001D4D01">
              <w:rPr>
                <w:rFonts w:ascii="Corbel" w:hAnsi="Corbel"/>
                <w:sz w:val="24"/>
                <w:szCs w:val="24"/>
              </w:rPr>
              <w:t>współpracy pedagoga specjalnego z</w:t>
            </w:r>
            <w:r w:rsidR="003F64A7" w:rsidRPr="001D4D01">
              <w:rPr>
                <w:rFonts w:ascii="Corbel" w:hAnsi="Corbel"/>
                <w:sz w:val="24"/>
                <w:szCs w:val="24"/>
              </w:rPr>
              <w:t>e środowiskiem społecznym we wspieraniu rozwoju dziecka z ASD za pomocą metod niedyrektywnych.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4609666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PS.K5.</w:t>
            </w:r>
          </w:p>
        </w:tc>
      </w:tr>
      <w:tr w:rsidR="0025580B" w:rsidRPr="001D4D01" w14:paraId="7C5712B0" w14:textId="77777777" w:rsidTr="00B05338">
        <w:tc>
          <w:tcPr>
            <w:tcW w:w="1701" w:type="dxa"/>
          </w:tcPr>
          <w:p w14:paraId="2CC4A34F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6096" w:type="dxa"/>
          </w:tcPr>
          <w:p w14:paraId="0EB9DF00" w14:textId="77777777" w:rsidR="004D3057" w:rsidRPr="001D4D01" w:rsidRDefault="004D3057" w:rsidP="0063221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Dostrzega 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 xml:space="preserve">rolę zastosowania metod niedyrektywnych 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w 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>zakresie</w:t>
            </w:r>
            <w:r w:rsidRPr="001D4D01">
              <w:rPr>
                <w:rFonts w:ascii="Corbel" w:hAnsi="Corbel"/>
                <w:sz w:val="24"/>
                <w:szCs w:val="24"/>
              </w:rPr>
              <w:t xml:space="preserve"> po</w:t>
            </w:r>
            <w:r w:rsidR="0025580B" w:rsidRPr="001D4D01">
              <w:rPr>
                <w:rFonts w:ascii="Corbel" w:hAnsi="Corbel"/>
                <w:sz w:val="24"/>
                <w:szCs w:val="24"/>
              </w:rPr>
              <w:t xml:space="preserve">prawy jakości oddziaływań edukacyjno-terapeutycznych w placówce oświatowej. </w:t>
            </w:r>
          </w:p>
        </w:tc>
        <w:tc>
          <w:tcPr>
            <w:tcW w:w="1873" w:type="dxa"/>
            <w:vAlign w:val="center"/>
          </w:tcPr>
          <w:p w14:paraId="0BACB98D" w14:textId="77777777" w:rsidR="004D3057" w:rsidRPr="001D4D01" w:rsidRDefault="004D3057" w:rsidP="00B0533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PS.K6.</w:t>
            </w:r>
          </w:p>
        </w:tc>
      </w:tr>
      <w:bookmarkEnd w:id="0"/>
    </w:tbl>
    <w:p w14:paraId="3374DA2E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E2F473" w14:textId="77777777" w:rsidR="0085747A" w:rsidRPr="001D4D0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D4D01">
        <w:rPr>
          <w:rFonts w:ascii="Corbel" w:hAnsi="Corbel"/>
          <w:b/>
          <w:sz w:val="24"/>
          <w:szCs w:val="24"/>
        </w:rPr>
        <w:t>3.3</w:t>
      </w:r>
      <w:r w:rsidR="001D7B54" w:rsidRPr="001D4D01">
        <w:rPr>
          <w:rFonts w:ascii="Corbel" w:hAnsi="Corbel"/>
          <w:b/>
          <w:sz w:val="24"/>
          <w:szCs w:val="24"/>
        </w:rPr>
        <w:t xml:space="preserve"> </w:t>
      </w:r>
      <w:r w:rsidR="0085747A" w:rsidRPr="001D4D01">
        <w:rPr>
          <w:rFonts w:ascii="Corbel" w:hAnsi="Corbel"/>
          <w:b/>
          <w:sz w:val="24"/>
          <w:szCs w:val="24"/>
        </w:rPr>
        <w:t>T</w:t>
      </w:r>
      <w:r w:rsidR="001D7B54" w:rsidRPr="001D4D0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D4D01">
        <w:rPr>
          <w:rFonts w:ascii="Corbel" w:hAnsi="Corbel"/>
          <w:sz w:val="24"/>
          <w:szCs w:val="24"/>
        </w:rPr>
        <w:t xml:space="preserve">  </w:t>
      </w:r>
    </w:p>
    <w:p w14:paraId="31C89C2C" w14:textId="77777777" w:rsidR="00675843" w:rsidRPr="001D4D01" w:rsidRDefault="0085747A" w:rsidP="00D9387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 xml:space="preserve">Problematyka wykładu </w:t>
      </w:r>
      <w:r w:rsidR="00D9387F" w:rsidRPr="001D4D01">
        <w:rPr>
          <w:rFonts w:ascii="Corbel" w:hAnsi="Corbel"/>
          <w:sz w:val="24"/>
          <w:szCs w:val="24"/>
        </w:rPr>
        <w:t xml:space="preserve">- </w:t>
      </w:r>
      <w:r w:rsidR="00BD1862" w:rsidRPr="001D4D01">
        <w:rPr>
          <w:rFonts w:ascii="Corbel" w:hAnsi="Corbel"/>
          <w:sz w:val="24"/>
          <w:szCs w:val="24"/>
        </w:rPr>
        <w:t>nie dotyczy</w:t>
      </w:r>
    </w:p>
    <w:p w14:paraId="781C06E4" w14:textId="77777777" w:rsidR="0085747A" w:rsidRPr="001D4D0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4160E5" w14:textId="77777777" w:rsidR="0085747A" w:rsidRPr="001D4D0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D4D0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D4D01">
        <w:rPr>
          <w:rFonts w:ascii="Corbel" w:hAnsi="Corbel"/>
          <w:sz w:val="24"/>
          <w:szCs w:val="24"/>
        </w:rPr>
        <w:t xml:space="preserve">, </w:t>
      </w:r>
      <w:r w:rsidRPr="001D4D01">
        <w:rPr>
          <w:rFonts w:ascii="Corbel" w:hAnsi="Corbel"/>
          <w:sz w:val="24"/>
          <w:szCs w:val="24"/>
        </w:rPr>
        <w:t xml:space="preserve">zajęć praktycznych </w:t>
      </w:r>
    </w:p>
    <w:p w14:paraId="752F2BFF" w14:textId="77777777" w:rsidR="0085747A" w:rsidRPr="001D4D0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D4D01" w14:paraId="7EE71E31" w14:textId="77777777" w:rsidTr="00DA3D2D">
        <w:tc>
          <w:tcPr>
            <w:tcW w:w="9520" w:type="dxa"/>
          </w:tcPr>
          <w:p w14:paraId="2DB7CAAD" w14:textId="77777777" w:rsidR="0085747A" w:rsidRPr="001D4D0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5338" w:rsidRPr="001D4D01" w14:paraId="1F2B8685" w14:textId="77777777" w:rsidTr="00053AF2">
        <w:tc>
          <w:tcPr>
            <w:tcW w:w="9520" w:type="dxa"/>
          </w:tcPr>
          <w:p w14:paraId="037E4BB8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Humanistyczne podstawy terapii niedyrektywnych.</w:t>
            </w:r>
          </w:p>
        </w:tc>
      </w:tr>
      <w:tr w:rsidR="00B05338" w:rsidRPr="001D4D01" w14:paraId="67026281" w14:textId="77777777" w:rsidTr="00053AF2">
        <w:tc>
          <w:tcPr>
            <w:tcW w:w="9520" w:type="dxa"/>
          </w:tcPr>
          <w:p w14:paraId="63D46A64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Niedyrektywne podejście w terapii osób z ASD.</w:t>
            </w:r>
          </w:p>
        </w:tc>
      </w:tr>
      <w:tr w:rsidR="00B05338" w:rsidRPr="001D4D01" w14:paraId="02CD9A8D" w14:textId="77777777" w:rsidTr="00053AF2">
        <w:tc>
          <w:tcPr>
            <w:tcW w:w="9520" w:type="dxa"/>
          </w:tcPr>
          <w:p w14:paraId="6189E972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Metody wiodące i metody wspomagające proces terapeutyczny.</w:t>
            </w:r>
          </w:p>
        </w:tc>
      </w:tr>
      <w:tr w:rsidR="00B05338" w:rsidRPr="001D4D01" w14:paraId="604BAFBA" w14:textId="77777777" w:rsidTr="00053AF2">
        <w:tc>
          <w:tcPr>
            <w:tcW w:w="9520" w:type="dxa"/>
          </w:tcPr>
          <w:p w14:paraId="24AEC86C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Zasady realizowane w toku terapii niedyrektywnej.</w:t>
            </w:r>
          </w:p>
        </w:tc>
      </w:tr>
      <w:tr w:rsidR="00B05338" w:rsidRPr="001D4D01" w14:paraId="11A9A20F" w14:textId="77777777" w:rsidTr="00053AF2">
        <w:tc>
          <w:tcPr>
            <w:tcW w:w="9520" w:type="dxa"/>
          </w:tcPr>
          <w:p w14:paraId="52A150E7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Podejście terapeutyczne H. Olechnowicz.</w:t>
            </w:r>
          </w:p>
        </w:tc>
      </w:tr>
      <w:tr w:rsidR="00B05338" w:rsidRPr="001D4D01" w14:paraId="23738DD2" w14:textId="77777777" w:rsidTr="00053AF2">
        <w:tc>
          <w:tcPr>
            <w:tcW w:w="9520" w:type="dxa"/>
          </w:tcPr>
          <w:p w14:paraId="33BAE1C2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Carla Delacato w pracy z osobami z autyzmem.</w:t>
            </w:r>
          </w:p>
        </w:tc>
      </w:tr>
      <w:tr w:rsidR="00DA3D2D" w:rsidRPr="001D4D01" w14:paraId="61227C99" w14:textId="77777777" w:rsidTr="00DA3D2D">
        <w:tc>
          <w:tcPr>
            <w:tcW w:w="9520" w:type="dxa"/>
          </w:tcPr>
          <w:p w14:paraId="23146990" w14:textId="77777777" w:rsidR="00DA3D2D" w:rsidRPr="001D4D01" w:rsidRDefault="009D19CE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Klasyfikacje i zastosowanie niedyrektywnych metod terapii autyzmu.</w:t>
            </w:r>
          </w:p>
        </w:tc>
      </w:tr>
      <w:tr w:rsidR="003F64A7" w:rsidRPr="001D4D01" w14:paraId="04EC6069" w14:textId="77777777" w:rsidTr="00DA3D2D">
        <w:tc>
          <w:tcPr>
            <w:tcW w:w="9520" w:type="dxa"/>
          </w:tcPr>
          <w:p w14:paraId="0312D7C5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Opcji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2C05FF77" w14:textId="77777777" w:rsidTr="00DA3D2D">
        <w:tc>
          <w:tcPr>
            <w:tcW w:w="9520" w:type="dxa"/>
          </w:tcPr>
          <w:p w14:paraId="7B3B4654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Floortime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444C67" w14:paraId="404A23AE" w14:textId="77777777" w:rsidTr="00DA3D2D">
        <w:tc>
          <w:tcPr>
            <w:tcW w:w="9520" w:type="dxa"/>
          </w:tcPr>
          <w:p w14:paraId="7D2645A1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1D4D01">
              <w:rPr>
                <w:rFonts w:ascii="Corbel" w:hAnsi="Corbel"/>
                <w:sz w:val="24"/>
                <w:szCs w:val="24"/>
                <w:lang w:val="en-US"/>
              </w:rPr>
              <w:t>Metoda Growth Through Play System</w:t>
            </w:r>
            <w:r w:rsidR="00217D0B" w:rsidRPr="001D4D01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</w:tc>
      </w:tr>
      <w:tr w:rsidR="003F64A7" w:rsidRPr="001D4D01" w14:paraId="1164E44C" w14:textId="77777777" w:rsidTr="00DA3D2D">
        <w:tc>
          <w:tcPr>
            <w:tcW w:w="9520" w:type="dxa"/>
          </w:tcPr>
          <w:p w14:paraId="77479D27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Integracji Sensorycznej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460D84F1" w14:textId="77777777" w:rsidTr="00DA3D2D">
        <w:tc>
          <w:tcPr>
            <w:tcW w:w="9520" w:type="dxa"/>
          </w:tcPr>
          <w:p w14:paraId="6696E64A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Terapia taktylna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36D6F60E" w14:textId="77777777" w:rsidTr="00DA3D2D">
        <w:tc>
          <w:tcPr>
            <w:tcW w:w="9520" w:type="dxa"/>
          </w:tcPr>
          <w:p w14:paraId="0FB1E626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Ruchu Rozwijającego W. Sherborne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711B065B" w14:textId="77777777" w:rsidTr="00DA3D2D">
        <w:tc>
          <w:tcPr>
            <w:tcW w:w="9520" w:type="dxa"/>
          </w:tcPr>
          <w:p w14:paraId="6FAA3E0A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Knillów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23F7C4F3" w14:textId="77777777" w:rsidTr="00DA3D2D">
        <w:tc>
          <w:tcPr>
            <w:tcW w:w="9520" w:type="dxa"/>
          </w:tcPr>
          <w:p w14:paraId="34CFD3A9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Dobrego Startu M. Bogdanowicz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2FC21A4A" w14:textId="77777777" w:rsidTr="00DA3D2D">
        <w:tc>
          <w:tcPr>
            <w:tcW w:w="9520" w:type="dxa"/>
          </w:tcPr>
          <w:p w14:paraId="734B6DD9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Niedyrektywna terapia zabawowa V. Axline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05338" w:rsidRPr="001D4D01" w14:paraId="3163F847" w14:textId="77777777" w:rsidTr="00053AF2">
        <w:tc>
          <w:tcPr>
            <w:tcW w:w="9520" w:type="dxa"/>
          </w:tcPr>
          <w:p w14:paraId="4477577C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Carla Delacato w pracy z osobami z autyzmem.</w:t>
            </w:r>
          </w:p>
        </w:tc>
      </w:tr>
      <w:tr w:rsidR="00B05338" w:rsidRPr="001D4D01" w14:paraId="0D66B2CD" w14:textId="77777777" w:rsidTr="00053AF2">
        <w:tc>
          <w:tcPr>
            <w:tcW w:w="9520" w:type="dxa"/>
          </w:tcPr>
          <w:p w14:paraId="63389987" w14:textId="77777777" w:rsidR="00B05338" w:rsidRPr="001D4D01" w:rsidRDefault="00B05338" w:rsidP="00053AF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M. Montessori i możliwości jej wykorzystania w pracy z osobami z ASD.</w:t>
            </w:r>
          </w:p>
        </w:tc>
      </w:tr>
      <w:tr w:rsidR="003F64A7" w:rsidRPr="001D4D01" w14:paraId="13350250" w14:textId="77777777" w:rsidTr="00DA3D2D">
        <w:tc>
          <w:tcPr>
            <w:tcW w:w="9520" w:type="dxa"/>
          </w:tcPr>
          <w:p w14:paraId="37E62562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Snoezelen i jej przydatność w terapii osób z ASD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51830B1E" w14:textId="77777777" w:rsidTr="00DA3D2D">
        <w:tc>
          <w:tcPr>
            <w:tcW w:w="9520" w:type="dxa"/>
          </w:tcPr>
          <w:p w14:paraId="73A66524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Dogoterapia i hipoterapia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75F6516F" w14:textId="77777777" w:rsidTr="00DA3D2D">
        <w:tc>
          <w:tcPr>
            <w:tcW w:w="9520" w:type="dxa"/>
          </w:tcPr>
          <w:p w14:paraId="2B4E4D40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ułatwionej komunikacji i jej efektywn</w:t>
            </w:r>
            <w:r w:rsidR="009D19CE" w:rsidRPr="001D4D01">
              <w:rPr>
                <w:rFonts w:ascii="Corbel" w:hAnsi="Corbel"/>
                <w:sz w:val="24"/>
                <w:szCs w:val="24"/>
              </w:rPr>
              <w:t>o</w:t>
            </w:r>
            <w:r w:rsidRPr="001D4D01">
              <w:rPr>
                <w:rFonts w:ascii="Corbel" w:hAnsi="Corbel"/>
                <w:sz w:val="24"/>
                <w:szCs w:val="24"/>
              </w:rPr>
              <w:t>ść.</w:t>
            </w:r>
          </w:p>
        </w:tc>
      </w:tr>
      <w:tr w:rsidR="003F64A7" w:rsidRPr="001D4D01" w14:paraId="424BBDFB" w14:textId="77777777" w:rsidTr="00DA3D2D">
        <w:tc>
          <w:tcPr>
            <w:tcW w:w="9520" w:type="dxa"/>
          </w:tcPr>
          <w:p w14:paraId="059F1094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Glena Domana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F64A7" w:rsidRPr="001D4D01" w14:paraId="7321CDF7" w14:textId="77777777" w:rsidTr="00DA3D2D">
        <w:tc>
          <w:tcPr>
            <w:tcW w:w="9520" w:type="dxa"/>
          </w:tcPr>
          <w:p w14:paraId="6EC41335" w14:textId="77777777" w:rsidR="003F64A7" w:rsidRPr="001D4D01" w:rsidRDefault="003F64A7" w:rsidP="003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Metoda Felice Affolter</w:t>
            </w:r>
            <w:r w:rsidR="00217D0B" w:rsidRPr="001D4D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2E7645B" w14:textId="77777777" w:rsidR="00C80138" w:rsidRPr="001D4D01" w:rsidRDefault="00C801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1D8FE" w14:textId="77777777" w:rsidR="0085747A" w:rsidRPr="001D4D0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>3.4 Metody dydaktyczne</w:t>
      </w:r>
      <w:r w:rsidRPr="001D4D01">
        <w:rPr>
          <w:rFonts w:ascii="Corbel" w:hAnsi="Corbel"/>
          <w:b w:val="0"/>
          <w:smallCaps w:val="0"/>
          <w:szCs w:val="24"/>
        </w:rPr>
        <w:t xml:space="preserve"> </w:t>
      </w:r>
    </w:p>
    <w:p w14:paraId="0BEE4B56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CCEB85" w14:textId="77777777" w:rsidR="00E960BB" w:rsidRPr="001D4D01" w:rsidRDefault="00B05338" w:rsidP="001956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b w:val="0"/>
          <w:smallCaps w:val="0"/>
          <w:szCs w:val="24"/>
        </w:rPr>
        <w:lastRenderedPageBreak/>
        <w:t>Warsztaty:</w:t>
      </w:r>
      <w:r w:rsidR="00DA3D2D" w:rsidRPr="001D4D01">
        <w:rPr>
          <w:rFonts w:ascii="Corbel" w:hAnsi="Corbel"/>
          <w:b w:val="0"/>
          <w:smallCaps w:val="0"/>
          <w:szCs w:val="24"/>
        </w:rPr>
        <w:t xml:space="preserve"> analiza nagrań filmowych, praca w grupach, metoda projektów</w:t>
      </w:r>
      <w:r w:rsidR="00FE41B6" w:rsidRPr="001D4D01">
        <w:rPr>
          <w:rFonts w:ascii="Corbel" w:hAnsi="Corbel"/>
          <w:b w:val="0"/>
          <w:smallCaps w:val="0"/>
          <w:szCs w:val="24"/>
        </w:rPr>
        <w:t xml:space="preserve"> (praca projektowa)</w:t>
      </w:r>
      <w:r w:rsidR="00A84B72" w:rsidRPr="001D4D01">
        <w:rPr>
          <w:rFonts w:ascii="Corbel" w:hAnsi="Corbel"/>
          <w:b w:val="0"/>
          <w:smallCaps w:val="0"/>
          <w:szCs w:val="24"/>
        </w:rPr>
        <w:t>, metoda symulacyjna</w:t>
      </w:r>
    </w:p>
    <w:p w14:paraId="03743FE3" w14:textId="77777777" w:rsidR="00E960BB" w:rsidRPr="001D4D0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C39087" w14:textId="77777777" w:rsidR="0085747A" w:rsidRPr="001D4D0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4. </w:t>
      </w:r>
      <w:r w:rsidR="0085747A" w:rsidRPr="001D4D01">
        <w:rPr>
          <w:rFonts w:ascii="Corbel" w:hAnsi="Corbel"/>
          <w:smallCaps w:val="0"/>
          <w:szCs w:val="24"/>
        </w:rPr>
        <w:t>METODY I KRYTERIA OCENY</w:t>
      </w:r>
      <w:r w:rsidR="009F4610" w:rsidRPr="001D4D01">
        <w:rPr>
          <w:rFonts w:ascii="Corbel" w:hAnsi="Corbel"/>
          <w:smallCaps w:val="0"/>
          <w:szCs w:val="24"/>
        </w:rPr>
        <w:t xml:space="preserve"> </w:t>
      </w:r>
    </w:p>
    <w:p w14:paraId="728C5332" w14:textId="77777777" w:rsidR="0085747A" w:rsidRPr="001D4D0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D4D01">
        <w:rPr>
          <w:rFonts w:ascii="Corbel" w:hAnsi="Corbel"/>
          <w:smallCaps w:val="0"/>
          <w:szCs w:val="24"/>
        </w:rPr>
        <w:t>uczenia się</w:t>
      </w:r>
    </w:p>
    <w:p w14:paraId="0C60A24C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D4D01" w14:paraId="08CE5835" w14:textId="77777777" w:rsidTr="00DA3D2D">
        <w:tc>
          <w:tcPr>
            <w:tcW w:w="1962" w:type="dxa"/>
            <w:vAlign w:val="center"/>
          </w:tcPr>
          <w:p w14:paraId="723EFE45" w14:textId="77777777" w:rsidR="0085747A" w:rsidRPr="001D4D0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5AD93E6" w14:textId="77777777" w:rsidR="0085747A" w:rsidRPr="001D4D0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F0FE20E" w14:textId="77777777" w:rsidR="0085747A" w:rsidRPr="001D4D0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F600489" w14:textId="77777777" w:rsidR="00923D7D" w:rsidRPr="001D4D0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19AC041" w14:textId="77777777" w:rsidR="0085747A" w:rsidRPr="001D4D0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A3D2D" w:rsidRPr="001D4D01" w14:paraId="20C4A9F7" w14:textId="77777777" w:rsidTr="00DA3D2D">
        <w:tc>
          <w:tcPr>
            <w:tcW w:w="1962" w:type="dxa"/>
          </w:tcPr>
          <w:p w14:paraId="6F1A8D84" w14:textId="77777777" w:rsidR="00DA3D2D" w:rsidRPr="001D4D01" w:rsidRDefault="00DA3D2D" w:rsidP="00DA3D2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68B3FDDB" w14:textId="77777777" w:rsidR="00DA3D2D" w:rsidRPr="001D4D01" w:rsidRDefault="00DA3D2D" w:rsidP="00DA3D2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541754" w:rsidRPr="001D4D01">
              <w:rPr>
                <w:rFonts w:ascii="Corbel" w:hAnsi="Corbel"/>
                <w:sz w:val="24"/>
                <w:szCs w:val="24"/>
              </w:rPr>
              <w:t>ustny</w:t>
            </w:r>
            <w:r w:rsidR="0027729F" w:rsidRPr="001D4D01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17" w:type="dxa"/>
          </w:tcPr>
          <w:p w14:paraId="5C1EB2F8" w14:textId="77777777" w:rsidR="00DA3D2D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40F4E143" w14:textId="77777777" w:rsidTr="00DA3D2D">
        <w:tc>
          <w:tcPr>
            <w:tcW w:w="1962" w:type="dxa"/>
          </w:tcPr>
          <w:p w14:paraId="33B9225A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6067A452" w14:textId="77777777" w:rsidR="00FE41B6" w:rsidRPr="001D4D01" w:rsidRDefault="00FE41B6" w:rsidP="00FE41B6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14:paraId="0317BE87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18CA38E3" w14:textId="77777777" w:rsidTr="00DA3D2D">
        <w:tc>
          <w:tcPr>
            <w:tcW w:w="1962" w:type="dxa"/>
          </w:tcPr>
          <w:p w14:paraId="0D72A53B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02398368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14:paraId="7372DE62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2CC9AFC5" w14:textId="77777777" w:rsidTr="00DA3D2D">
        <w:tc>
          <w:tcPr>
            <w:tcW w:w="1962" w:type="dxa"/>
          </w:tcPr>
          <w:p w14:paraId="20F51A6F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14:paraId="7603D01D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14:paraId="0B53E6CB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52A943C7" w14:textId="77777777" w:rsidTr="00DA3D2D">
        <w:tc>
          <w:tcPr>
            <w:tcW w:w="1962" w:type="dxa"/>
          </w:tcPr>
          <w:p w14:paraId="5068F0FB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64F1B3E9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14:paraId="278FCC9C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1F305267" w14:textId="77777777" w:rsidTr="00DA3D2D">
        <w:tc>
          <w:tcPr>
            <w:tcW w:w="1962" w:type="dxa"/>
          </w:tcPr>
          <w:p w14:paraId="429A1198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2BA1C811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7" w:type="dxa"/>
          </w:tcPr>
          <w:p w14:paraId="7884F177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74A79BA1" w14:textId="77777777" w:rsidTr="00DA3D2D">
        <w:tc>
          <w:tcPr>
            <w:tcW w:w="1962" w:type="dxa"/>
          </w:tcPr>
          <w:p w14:paraId="1BD5E9C0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7875244B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14:paraId="40FE3E44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58B293B8" w14:textId="77777777" w:rsidTr="00DA3D2D">
        <w:tc>
          <w:tcPr>
            <w:tcW w:w="1962" w:type="dxa"/>
          </w:tcPr>
          <w:p w14:paraId="5D0A6307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441" w:type="dxa"/>
          </w:tcPr>
          <w:p w14:paraId="7285E0FA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7" w:type="dxa"/>
          </w:tcPr>
          <w:p w14:paraId="1514C412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5BD4FCF7" w14:textId="77777777" w:rsidTr="00DA3D2D">
        <w:tc>
          <w:tcPr>
            <w:tcW w:w="1962" w:type="dxa"/>
          </w:tcPr>
          <w:p w14:paraId="55D9E7FD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441" w:type="dxa"/>
          </w:tcPr>
          <w:p w14:paraId="23A5AF33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263F0CA6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713999EB" w14:textId="77777777" w:rsidTr="00DA3D2D">
        <w:tc>
          <w:tcPr>
            <w:tcW w:w="1962" w:type="dxa"/>
          </w:tcPr>
          <w:p w14:paraId="14F98692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EK_10</w:t>
            </w:r>
          </w:p>
        </w:tc>
        <w:tc>
          <w:tcPr>
            <w:tcW w:w="5441" w:type="dxa"/>
          </w:tcPr>
          <w:p w14:paraId="43AC45A9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42F94E32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E41B6" w:rsidRPr="001D4D01" w14:paraId="0A392169" w14:textId="77777777" w:rsidTr="00DA3D2D">
        <w:tc>
          <w:tcPr>
            <w:tcW w:w="1962" w:type="dxa"/>
          </w:tcPr>
          <w:p w14:paraId="49D2D0B2" w14:textId="77777777" w:rsidR="00FE41B6" w:rsidRPr="001D4D01" w:rsidRDefault="00FE41B6" w:rsidP="00FE41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D4D01">
              <w:rPr>
                <w:rFonts w:ascii="Corbel" w:hAnsi="Corbel"/>
                <w:b w:val="0"/>
                <w:bCs/>
                <w:szCs w:val="24"/>
              </w:rPr>
              <w:t>EK_11</w:t>
            </w:r>
          </w:p>
        </w:tc>
        <w:tc>
          <w:tcPr>
            <w:tcW w:w="5441" w:type="dxa"/>
          </w:tcPr>
          <w:p w14:paraId="379D0E1D" w14:textId="77777777" w:rsidR="00FE41B6" w:rsidRPr="001D4D01" w:rsidRDefault="00FE41B6" w:rsidP="00FE41B6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1D4D01">
              <w:rPr>
                <w:rFonts w:ascii="Corbel" w:hAnsi="Corbel"/>
                <w:bCs/>
                <w:sz w:val="24"/>
                <w:szCs w:val="24"/>
              </w:rPr>
              <w:t>Egzamin ustny, obserwacja w trakcie zajęć</w:t>
            </w:r>
          </w:p>
        </w:tc>
        <w:tc>
          <w:tcPr>
            <w:tcW w:w="2117" w:type="dxa"/>
          </w:tcPr>
          <w:p w14:paraId="1F333306" w14:textId="77777777" w:rsidR="00FE41B6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4D01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4CC35D69" w14:textId="77777777" w:rsidR="00923D7D" w:rsidRPr="001D4D0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E35BAF" w14:textId="77777777" w:rsidR="0085747A" w:rsidRPr="001D4D0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4.2 </w:t>
      </w:r>
      <w:r w:rsidR="0085747A" w:rsidRPr="001D4D0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D4D01">
        <w:rPr>
          <w:rFonts w:ascii="Corbel" w:hAnsi="Corbel"/>
          <w:smallCaps w:val="0"/>
          <w:szCs w:val="24"/>
        </w:rPr>
        <w:t xml:space="preserve"> </w:t>
      </w:r>
    </w:p>
    <w:p w14:paraId="164140E9" w14:textId="77777777" w:rsidR="00923D7D" w:rsidRPr="001D4D0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D4D01" w14:paraId="766EED57" w14:textId="77777777" w:rsidTr="00923D7D">
        <w:tc>
          <w:tcPr>
            <w:tcW w:w="9670" w:type="dxa"/>
          </w:tcPr>
          <w:p w14:paraId="6063F9B1" w14:textId="4EEE940C" w:rsidR="0085747A" w:rsidRPr="001D4D01" w:rsidRDefault="006415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Pozytywna ocena z egzaminu,</w:t>
            </w:r>
            <w:r w:rsidR="0027729F"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 pozytywna ocena z kolokwium po każdym semestrze,</w:t>
            </w: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 przygotowanie </w:t>
            </w:r>
            <w:r w:rsidR="001956A2"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prezentacji na temat metody </w:t>
            </w:r>
            <w:r w:rsidR="006B52C7" w:rsidRPr="001D4D01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956A2" w:rsidRPr="001D4D01">
              <w:rPr>
                <w:rFonts w:ascii="Corbel" w:hAnsi="Corbel"/>
                <w:b w:val="0"/>
                <w:smallCaps w:val="0"/>
                <w:szCs w:val="24"/>
              </w:rPr>
              <w:t>raz symulacja zajęć wybrana metoda niedyrektywną, opracowanie konspektu</w:t>
            </w:r>
            <w:r w:rsidR="00FE41B6"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 (praca projektowa)</w:t>
            </w:r>
            <w:r w:rsidRPr="001D4D01">
              <w:rPr>
                <w:rFonts w:ascii="Corbel" w:hAnsi="Corbel"/>
                <w:b w:val="0"/>
                <w:smallCaps w:val="0"/>
                <w:szCs w:val="24"/>
              </w:rPr>
              <w:t>, aktywne uczestnictwo w zajęciach.</w:t>
            </w:r>
            <w:r w:rsidR="00EE547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Kryteria oceny </w:t>
            </w:r>
            <w:r w:rsidR="00EE547C"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: 60% poprawnych odpowiedzi – dst; 70% - plus dst; 80% - db; 85% - plus db; 90 – 100% bdb. Kryteria oceny </w:t>
            </w:r>
            <w:r w:rsidR="00EE547C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="00EE547C" w:rsidRPr="000D298E">
              <w:rPr>
                <w:rFonts w:ascii="Corbel" w:hAnsi="Corbel"/>
                <w:b w:val="0"/>
                <w:smallCaps w:val="0"/>
                <w:szCs w:val="24"/>
              </w:rPr>
              <w:t>pisemnego: 60% poprawnych odpowiedzi – dst; 70% - plus dst; 80% - db; 85% - plus db; 90 – 100% bdb.</w:t>
            </w:r>
          </w:p>
        </w:tc>
      </w:tr>
    </w:tbl>
    <w:p w14:paraId="18940DFB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E914E7" w14:textId="77777777" w:rsidR="009F4610" w:rsidRPr="001D4D0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D4D01">
        <w:rPr>
          <w:rFonts w:ascii="Corbel" w:hAnsi="Corbel"/>
          <w:b/>
          <w:sz w:val="24"/>
          <w:szCs w:val="24"/>
        </w:rPr>
        <w:t xml:space="preserve">5. </w:t>
      </w:r>
      <w:r w:rsidR="00C61DC5" w:rsidRPr="001D4D0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D396AB" w14:textId="77777777" w:rsidR="0085747A" w:rsidRPr="001D4D0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D4D01" w14:paraId="0AC8DA52" w14:textId="77777777" w:rsidTr="003E1941">
        <w:tc>
          <w:tcPr>
            <w:tcW w:w="4962" w:type="dxa"/>
            <w:vAlign w:val="center"/>
          </w:tcPr>
          <w:p w14:paraId="4A47F32B" w14:textId="77777777" w:rsidR="0085747A" w:rsidRPr="001D4D0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4D0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D4D0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D4D0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5488952" w14:textId="77777777" w:rsidR="0085747A" w:rsidRPr="001D4D0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4D0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D4D0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D4D0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D4D0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D4D01" w14:paraId="549AB804" w14:textId="77777777" w:rsidTr="00923D7D">
        <w:tc>
          <w:tcPr>
            <w:tcW w:w="4962" w:type="dxa"/>
          </w:tcPr>
          <w:p w14:paraId="566C32DC" w14:textId="77777777" w:rsidR="0085747A" w:rsidRPr="001D4D01" w:rsidRDefault="00C61DC5" w:rsidP="00D651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G</w:t>
            </w:r>
            <w:r w:rsidR="0085747A" w:rsidRPr="001D4D0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1D4D01">
              <w:rPr>
                <w:rFonts w:ascii="Corbel" w:hAnsi="Corbel"/>
                <w:sz w:val="24"/>
                <w:szCs w:val="24"/>
              </w:rPr>
              <w:t>z </w:t>
            </w:r>
            <w:r w:rsidR="000A3CDF" w:rsidRPr="001D4D0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D4D0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FE80F2C" w14:textId="6609DFE5" w:rsidR="0085747A" w:rsidRPr="001D4D01" w:rsidRDefault="003A1C60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1D4D01" w14:paraId="5502ED4D" w14:textId="77777777" w:rsidTr="00923D7D">
        <w:tc>
          <w:tcPr>
            <w:tcW w:w="4962" w:type="dxa"/>
          </w:tcPr>
          <w:p w14:paraId="4E9251A9" w14:textId="77777777" w:rsidR="00C61DC5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D4D0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AA731E" w14:textId="77777777" w:rsidR="007B45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ud</w:t>
            </w:r>
            <w:r w:rsidR="00FE41B6" w:rsidRPr="001D4D01">
              <w:rPr>
                <w:rFonts w:ascii="Corbel" w:hAnsi="Corbel"/>
                <w:sz w:val="24"/>
                <w:szCs w:val="24"/>
              </w:rPr>
              <w:t>ział w konsultacjach</w:t>
            </w:r>
          </w:p>
          <w:p w14:paraId="5E53A2EC" w14:textId="64D9457E" w:rsidR="00DC6464" w:rsidRPr="001D4D01" w:rsidRDefault="007B45A0" w:rsidP="00444C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FE41B6" w:rsidRPr="001D4D01">
              <w:rPr>
                <w:rFonts w:ascii="Corbel" w:hAnsi="Corbel"/>
                <w:sz w:val="24"/>
                <w:szCs w:val="24"/>
              </w:rPr>
              <w:t>egzaminie</w:t>
            </w:r>
            <w:r w:rsidR="00444C67">
              <w:rPr>
                <w:rFonts w:ascii="Corbel" w:hAnsi="Corbel"/>
                <w:sz w:val="24"/>
                <w:szCs w:val="24"/>
              </w:rPr>
              <w:t xml:space="preserve">, </w:t>
            </w:r>
            <w:r w:rsidR="00DC6464">
              <w:rPr>
                <w:rFonts w:ascii="Corbel" w:hAnsi="Corbel"/>
                <w:sz w:val="24"/>
                <w:szCs w:val="24"/>
              </w:rPr>
              <w:t>udział w kolokwium</w:t>
            </w:r>
          </w:p>
        </w:tc>
        <w:tc>
          <w:tcPr>
            <w:tcW w:w="4677" w:type="dxa"/>
          </w:tcPr>
          <w:p w14:paraId="499E3277" w14:textId="03D0DE23" w:rsidR="00C61DC5" w:rsidRPr="001D4D01" w:rsidRDefault="007B45A0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1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444C6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1D4D01" w14:paraId="20F929FF" w14:textId="77777777" w:rsidTr="00923D7D">
        <w:tc>
          <w:tcPr>
            <w:tcW w:w="4962" w:type="dxa"/>
          </w:tcPr>
          <w:p w14:paraId="6C56764A" w14:textId="77777777" w:rsidR="0071620A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B52C7" w:rsidRPr="001D4D01">
              <w:rPr>
                <w:rFonts w:ascii="Corbel" w:hAnsi="Corbel"/>
                <w:sz w:val="24"/>
                <w:szCs w:val="24"/>
              </w:rPr>
              <w:t>:</w:t>
            </w:r>
          </w:p>
          <w:p w14:paraId="4C04F47C" w14:textId="77777777" w:rsidR="006B52C7" w:rsidRPr="001D4D0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75241FC5" w14:textId="77777777" w:rsidR="0027729F" w:rsidRPr="001D4D01" w:rsidRDefault="002772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05E3C9E6" w14:textId="77777777" w:rsidR="006B52C7" w:rsidRPr="001D4D01" w:rsidRDefault="006B52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61DC5" w:rsidRPr="001D4D01">
              <w:rPr>
                <w:rFonts w:ascii="Corbel" w:hAnsi="Corbel"/>
                <w:sz w:val="24"/>
                <w:szCs w:val="24"/>
              </w:rPr>
              <w:t>egzaminu</w:t>
            </w:r>
          </w:p>
          <w:p w14:paraId="0EC51D74" w14:textId="77777777" w:rsidR="006B52C7" w:rsidRPr="001D4D01" w:rsidRDefault="006B52C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przygotowanie prezentacji</w:t>
            </w:r>
          </w:p>
          <w:p w14:paraId="3B0794A7" w14:textId="77777777" w:rsidR="00C61DC5" w:rsidRPr="001D4D01" w:rsidRDefault="006B52C7" w:rsidP="00FE4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opracowanie </w:t>
            </w:r>
            <w:r w:rsidR="00FE41B6" w:rsidRPr="001D4D01">
              <w:rPr>
                <w:rFonts w:ascii="Corbel" w:hAnsi="Corbel"/>
                <w:sz w:val="24"/>
                <w:szCs w:val="24"/>
              </w:rPr>
              <w:t>projektu</w:t>
            </w:r>
          </w:p>
        </w:tc>
        <w:tc>
          <w:tcPr>
            <w:tcW w:w="4677" w:type="dxa"/>
          </w:tcPr>
          <w:p w14:paraId="2CDE9646" w14:textId="77777777" w:rsidR="00C61DC5" w:rsidRPr="001D4D01" w:rsidRDefault="00C61DC5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237B978" w14:textId="77777777" w:rsidR="006B52C7" w:rsidRPr="001D4D01" w:rsidRDefault="006B52C7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ED319B7" w14:textId="3D2D4C8A" w:rsidR="006B52C7" w:rsidRPr="001D4D01" w:rsidRDefault="003A1C60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C6464">
              <w:rPr>
                <w:rFonts w:ascii="Corbel" w:hAnsi="Corbel"/>
                <w:sz w:val="24"/>
                <w:szCs w:val="24"/>
              </w:rPr>
              <w:t>2</w:t>
            </w:r>
          </w:p>
          <w:p w14:paraId="638E7BB0" w14:textId="3B4459AF" w:rsidR="006B52C7" w:rsidRPr="001D4D01" w:rsidRDefault="006B52C7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C2BF297" w14:textId="77777777" w:rsidR="006B52C7" w:rsidRPr="001D4D01" w:rsidRDefault="0027729F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20</w:t>
            </w:r>
          </w:p>
          <w:p w14:paraId="6D067B05" w14:textId="0F0C707A" w:rsidR="006B52C7" w:rsidRPr="001D4D01" w:rsidRDefault="003A1C60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2CAA6BE0" w14:textId="77777777" w:rsidR="0027729F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1D4D01" w14:paraId="722CEF7B" w14:textId="77777777" w:rsidTr="00923D7D">
        <w:tc>
          <w:tcPr>
            <w:tcW w:w="4962" w:type="dxa"/>
          </w:tcPr>
          <w:p w14:paraId="11CCE944" w14:textId="77777777" w:rsidR="0085747A" w:rsidRPr="001D4D0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1D9012" w14:textId="77777777" w:rsidR="0085747A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15</w:t>
            </w:r>
            <w:r w:rsidR="00641582" w:rsidRPr="001D4D0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1D4D01" w14:paraId="72BFE8D9" w14:textId="77777777" w:rsidTr="00923D7D">
        <w:tc>
          <w:tcPr>
            <w:tcW w:w="4962" w:type="dxa"/>
          </w:tcPr>
          <w:p w14:paraId="40EC4615" w14:textId="77777777" w:rsidR="0085747A" w:rsidRPr="001D4D0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D4D0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3496BF8" w14:textId="77777777" w:rsidR="0085747A" w:rsidRPr="001D4D01" w:rsidRDefault="00FE41B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4754D247" w14:textId="77777777" w:rsidR="003E1941" w:rsidRPr="001D4D01" w:rsidRDefault="00923D7D" w:rsidP="0028353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D4D01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1D4D0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C13DAF7" w14:textId="77777777" w:rsidR="00217D0B" w:rsidRPr="001D4D01" w:rsidRDefault="00217D0B" w:rsidP="0028353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C40228" w14:textId="77777777" w:rsidR="0085747A" w:rsidRPr="001D4D0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6. </w:t>
      </w:r>
      <w:r w:rsidR="0085747A" w:rsidRPr="001D4D01">
        <w:rPr>
          <w:rFonts w:ascii="Corbel" w:hAnsi="Corbel"/>
          <w:smallCaps w:val="0"/>
          <w:szCs w:val="24"/>
        </w:rPr>
        <w:t>PRAKTYKI ZAWO</w:t>
      </w:r>
      <w:r w:rsidR="009D3F3B" w:rsidRPr="001D4D01">
        <w:rPr>
          <w:rFonts w:ascii="Corbel" w:hAnsi="Corbel"/>
          <w:smallCaps w:val="0"/>
          <w:szCs w:val="24"/>
        </w:rPr>
        <w:t>DOWE W RAMACH PRZEDMIOTU</w:t>
      </w:r>
    </w:p>
    <w:p w14:paraId="3A939CDC" w14:textId="77777777" w:rsidR="0085747A" w:rsidRPr="001D4D0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1D4D01" w14:paraId="2B722BD8" w14:textId="77777777" w:rsidTr="00FE41B6">
        <w:trPr>
          <w:trHeight w:val="397"/>
        </w:trPr>
        <w:tc>
          <w:tcPr>
            <w:tcW w:w="4082" w:type="dxa"/>
          </w:tcPr>
          <w:p w14:paraId="4BF58614" w14:textId="77777777" w:rsidR="0085747A" w:rsidRPr="001D4D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5258529" w14:textId="77777777" w:rsidR="0085747A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9C3BF3"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1D4D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dotyczy</w:t>
            </w:r>
          </w:p>
        </w:tc>
      </w:tr>
      <w:tr w:rsidR="0085747A" w:rsidRPr="001D4D01" w14:paraId="59DD9925" w14:textId="77777777" w:rsidTr="00FE41B6">
        <w:trPr>
          <w:trHeight w:val="397"/>
        </w:trPr>
        <w:tc>
          <w:tcPr>
            <w:tcW w:w="4082" w:type="dxa"/>
          </w:tcPr>
          <w:p w14:paraId="5608CEEA" w14:textId="77777777" w:rsidR="0085747A" w:rsidRPr="001D4D0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AF6D1DB" w14:textId="77777777" w:rsidR="0085747A" w:rsidRPr="001D4D01" w:rsidRDefault="00FE41B6" w:rsidP="00FE4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549116F" w14:textId="77777777" w:rsidR="003E1941" w:rsidRPr="001D4D0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2EA5DD" w14:textId="77777777" w:rsidR="0085747A" w:rsidRPr="001D4D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D4D01">
        <w:rPr>
          <w:rFonts w:ascii="Corbel" w:hAnsi="Corbel"/>
          <w:smallCaps w:val="0"/>
          <w:szCs w:val="24"/>
        </w:rPr>
        <w:t xml:space="preserve">7. </w:t>
      </w:r>
      <w:r w:rsidR="0085747A" w:rsidRPr="001D4D01">
        <w:rPr>
          <w:rFonts w:ascii="Corbel" w:hAnsi="Corbel"/>
          <w:smallCaps w:val="0"/>
          <w:szCs w:val="24"/>
        </w:rPr>
        <w:t>LITERATURA</w:t>
      </w:r>
      <w:r w:rsidRPr="001D4D01">
        <w:rPr>
          <w:rFonts w:ascii="Corbel" w:hAnsi="Corbel"/>
          <w:smallCaps w:val="0"/>
          <w:szCs w:val="24"/>
        </w:rPr>
        <w:t xml:space="preserve"> </w:t>
      </w:r>
    </w:p>
    <w:p w14:paraId="3B9E079F" w14:textId="77777777" w:rsidR="00675843" w:rsidRPr="001D4D0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1D4D01" w14:paraId="4C266446" w14:textId="77777777" w:rsidTr="00EE547C">
        <w:trPr>
          <w:trHeight w:val="3208"/>
        </w:trPr>
        <w:tc>
          <w:tcPr>
            <w:tcW w:w="9497" w:type="dxa"/>
          </w:tcPr>
          <w:p w14:paraId="38972DD0" w14:textId="77777777" w:rsidR="0085747A" w:rsidRPr="001D4D01" w:rsidRDefault="0085747A" w:rsidP="00BD186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D4D0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AC5503E" w14:textId="77777777" w:rsidR="001956A2" w:rsidRPr="001D4D01" w:rsidRDefault="001956A2" w:rsidP="00131C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Ayers J.,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Integracja sensoryczna a zaburzenia uczenia się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Harmonia, Gdańsk 2018</w:t>
            </w:r>
          </w:p>
          <w:p w14:paraId="1EA41F89" w14:textId="77777777" w:rsidR="001956A2" w:rsidRPr="001D4D01" w:rsidRDefault="001956A2" w:rsidP="00131C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Bogdanowicz M., Kisiel B., Przysnaska M.,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Metoda Weroniki Sherborne w terapii i wspomaganiu rozwoju dziecka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Gdańsk 1992</w:t>
            </w:r>
          </w:p>
          <w:p w14:paraId="195A896A" w14:textId="77777777" w:rsidR="001956A2" w:rsidRPr="001D4D01" w:rsidRDefault="001956A2" w:rsidP="00131C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Bogdanowicz M.,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Metoda Dobrego Startu we wspomaganiu rozwoju, edukacji i terapii pedagogicznej,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Gdańsk 2014</w:t>
            </w:r>
          </w:p>
          <w:p w14:paraId="4156554A" w14:textId="77777777" w:rsidR="001956A2" w:rsidRPr="001D4D01" w:rsidRDefault="001956A2" w:rsidP="00131C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Błeszyński J. (red. nauk.),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Terapie wspomagające rozwój osób z autyzmem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. Oficyna Wydawnicza IMPULS, Kraków 2005</w:t>
            </w:r>
          </w:p>
          <w:p w14:paraId="5FC92216" w14:textId="77777777" w:rsidR="00131C43" w:rsidRDefault="00131C43" w:rsidP="00131C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Pisula E., Danielewicz D.,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Wybrane formy terapii i rehabilitacji osób z autyzmem</w:t>
            </w:r>
            <w:r w:rsidRPr="001D4D01">
              <w:rPr>
                <w:rFonts w:ascii="Corbel" w:hAnsi="Corbel"/>
                <w:sz w:val="24"/>
                <w:szCs w:val="24"/>
              </w:rPr>
              <w:t>, Kraków 2008</w:t>
            </w:r>
          </w:p>
          <w:p w14:paraId="6D7211EB" w14:textId="3E37E049" w:rsidR="009B4425" w:rsidRPr="00131C43" w:rsidRDefault="009B4425" w:rsidP="00131C43">
            <w:p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85747A" w:rsidRPr="001D4D01" w14:paraId="7F445998" w14:textId="77777777" w:rsidTr="009C3BF3">
        <w:trPr>
          <w:trHeight w:val="397"/>
        </w:trPr>
        <w:tc>
          <w:tcPr>
            <w:tcW w:w="9497" w:type="dxa"/>
          </w:tcPr>
          <w:p w14:paraId="77E1ADAA" w14:textId="77777777" w:rsidR="0085747A" w:rsidRPr="001D4D01" w:rsidRDefault="0085747A" w:rsidP="00BD18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4D0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7D0439A" w14:textId="77777777" w:rsidR="001956A2" w:rsidRPr="001D4D01" w:rsidRDefault="001956A2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Bobkowicz – Lewartowska L.,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Autyzm dziecięcy. Zagadnienia diagnozy i terapii</w:t>
            </w:r>
            <w:r w:rsidRPr="001D4D01">
              <w:rPr>
                <w:rFonts w:ascii="Corbel" w:hAnsi="Corbel"/>
                <w:sz w:val="24"/>
                <w:szCs w:val="24"/>
              </w:rPr>
              <w:t>, Impuls, Kraków 2005</w:t>
            </w:r>
          </w:p>
          <w:p w14:paraId="7BBE33B3" w14:textId="77777777" w:rsidR="001956A2" w:rsidRPr="001D4D01" w:rsidRDefault="001956A2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Czyż M.,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Terapie niedyrektywne w autyzmie, na przykładzie Growth through Play System (Systemu Rozwoju przez Zabawę</w:t>
            </w:r>
            <w:r w:rsidRPr="001D4D01">
              <w:rPr>
                <w:rFonts w:ascii="Corbel" w:hAnsi="Corbel"/>
                <w:sz w:val="24"/>
                <w:szCs w:val="24"/>
              </w:rPr>
              <w:t>) [w:] Konteksty pedagogiczne 1/2013</w:t>
            </w:r>
          </w:p>
          <w:p w14:paraId="4AD2422D" w14:textId="77777777" w:rsidR="00A84B72" w:rsidRPr="001D4D01" w:rsidRDefault="00A84B72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Zachowania trudne małych dzieci z zaburzeniami rozwoju – uwarunkowania, profilaktyka, terapia</w:t>
            </w:r>
            <w:r w:rsidRPr="001D4D01">
              <w:rPr>
                <w:rFonts w:ascii="Corbel" w:hAnsi="Corbel"/>
                <w:sz w:val="24"/>
                <w:szCs w:val="24"/>
              </w:rPr>
              <w:t>, Wyd. UR 2017</w:t>
            </w:r>
          </w:p>
          <w:p w14:paraId="7F41A4C4" w14:textId="77777777" w:rsidR="001956A2" w:rsidRPr="001D4D01" w:rsidRDefault="001956A2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sz w:val="24"/>
                <w:szCs w:val="24"/>
              </w:rPr>
              <w:t xml:space="preserve">Pilecki J.  </w:t>
            </w:r>
            <w:r w:rsidRPr="001D4D01">
              <w:rPr>
                <w:rFonts w:ascii="Corbel" w:hAnsi="Corbel"/>
                <w:i/>
                <w:sz w:val="24"/>
                <w:szCs w:val="24"/>
              </w:rPr>
              <w:t>Usprawnianie, wychowanie i nauczanie osób z głębszym upośledzeniem umysłowym</w:t>
            </w:r>
            <w:r w:rsidRPr="001D4D01">
              <w:rPr>
                <w:rFonts w:ascii="Corbel" w:hAnsi="Corbel"/>
                <w:sz w:val="24"/>
                <w:szCs w:val="24"/>
              </w:rPr>
              <w:t>. Kraków: Wydawnictwo Akademii Pedagogicznej Kraków 2002</w:t>
            </w:r>
          </w:p>
          <w:p w14:paraId="670229AE" w14:textId="77777777" w:rsidR="00131C43" w:rsidRPr="001D4D01" w:rsidRDefault="00131C43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Kossewska J. (red.),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Kompleksowe wspomaganie rozwoju uczniów z autyzmem i zaburzeniami pokrewnymi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Oficyna Wydawnicza IMPULS, Kraków 2009.</w:t>
            </w:r>
          </w:p>
          <w:p w14:paraId="5905F394" w14:textId="77777777" w:rsidR="00131C43" w:rsidRPr="001D4D01" w:rsidRDefault="00131C43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Lew-Koralewicz A.,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Problem podmiotowości w terapii dzieci z autyzmem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[w:] K. B. Kochan, E. M. Skorek (red.),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Janusz Korczak i oblicza dzieciństwa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tom 2: Aktualności poglądów Janusza Korczaka w XXI wieku, UZ, Zielona Góra 2012</w:t>
            </w:r>
          </w:p>
          <w:p w14:paraId="545E648F" w14:textId="77777777" w:rsidR="00131C43" w:rsidRPr="001D4D01" w:rsidRDefault="00131C43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Masgutowa S.,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Neurokinezjologiczna terapia taktylna dr Swietłany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Masgutowej, Warszawa 2001</w:t>
            </w:r>
          </w:p>
          <w:p w14:paraId="44449C17" w14:textId="77777777" w:rsidR="00131C43" w:rsidRPr="001D4D01" w:rsidRDefault="00131C43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Olechnowicz H,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Wokół autyzmu. Fakty, skojarzenia, refleksje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>, Warszawa 2004</w:t>
            </w:r>
          </w:p>
          <w:p w14:paraId="0327642C" w14:textId="77777777" w:rsidR="00131C43" w:rsidRPr="00131C43" w:rsidRDefault="00131C43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Olechowicz H., </w:t>
            </w:r>
            <w:r w:rsidRPr="001D4D01">
              <w:rPr>
                <w:rFonts w:ascii="Corbel" w:hAnsi="Corbel"/>
                <w:i/>
                <w:color w:val="000000"/>
                <w:sz w:val="24"/>
                <w:szCs w:val="24"/>
              </w:rPr>
              <w:t>Dziecko własnym terapeutą.</w:t>
            </w:r>
            <w:r w:rsidRPr="001D4D01">
              <w:rPr>
                <w:rFonts w:ascii="Corbel" w:hAnsi="Corbel"/>
                <w:color w:val="000000"/>
                <w:sz w:val="24"/>
                <w:szCs w:val="24"/>
              </w:rPr>
              <w:t xml:space="preserve"> Warszawa, 1995, PWN</w:t>
            </w:r>
          </w:p>
          <w:p w14:paraId="78C57136" w14:textId="77777777" w:rsidR="00131C43" w:rsidRPr="00131C43" w:rsidRDefault="00131C43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C43">
              <w:rPr>
                <w:rFonts w:ascii="Corbel" w:hAnsi="Corbel"/>
                <w:sz w:val="24"/>
                <w:szCs w:val="24"/>
              </w:rPr>
              <w:t>Charbicka M., Integracja sensoryczna przez cały rok, Difin, Warszawa 2017</w:t>
            </w:r>
          </w:p>
          <w:p w14:paraId="145AED0A" w14:textId="02E57284" w:rsidR="00131C43" w:rsidRPr="00131C43" w:rsidRDefault="00131C43" w:rsidP="00131C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C43">
              <w:rPr>
                <w:rFonts w:ascii="Corbel" w:hAnsi="Corbel"/>
                <w:sz w:val="24"/>
                <w:szCs w:val="24"/>
              </w:rPr>
              <w:t>Greenspan S., I., Wieder S., Dotrzeć do dziecka z autyzmem. Metoda floortime , Wydawnictwo UJ, Kraków 2014</w:t>
            </w:r>
          </w:p>
        </w:tc>
      </w:tr>
    </w:tbl>
    <w:p w14:paraId="7C2E0890" w14:textId="77777777" w:rsidR="0085747A" w:rsidRPr="001D4D0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0B6F55" w14:textId="77777777" w:rsidR="0085747A" w:rsidRPr="001D4D0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BABC77" w14:textId="77777777" w:rsidR="0085747A" w:rsidRPr="001D4D01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D4D0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8DCD7A1" w14:textId="77777777" w:rsidR="009C3BF3" w:rsidRPr="001D4D01" w:rsidRDefault="009C3B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491063" w14:textId="77777777" w:rsidR="009C3BF3" w:rsidRPr="001D4D01" w:rsidRDefault="009C3B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D398DB" w14:textId="77777777" w:rsidR="009C3BF3" w:rsidRPr="001D4D01" w:rsidRDefault="009C3BF3" w:rsidP="00EE547C">
      <w:pPr>
        <w:pStyle w:val="Punktygwne"/>
        <w:spacing w:before="0" w:after="0"/>
        <w:rPr>
          <w:rFonts w:ascii="Corbel" w:hAnsi="Corbel"/>
          <w:szCs w:val="24"/>
        </w:rPr>
      </w:pPr>
    </w:p>
    <w:sectPr w:rsidR="009C3BF3" w:rsidRPr="001D4D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6B6D0" w14:textId="77777777" w:rsidR="00E97F8D" w:rsidRDefault="00E97F8D" w:rsidP="00C16ABF">
      <w:pPr>
        <w:spacing w:after="0" w:line="240" w:lineRule="auto"/>
      </w:pPr>
      <w:r>
        <w:separator/>
      </w:r>
    </w:p>
  </w:endnote>
  <w:endnote w:type="continuationSeparator" w:id="0">
    <w:p w14:paraId="7F1D7689" w14:textId="77777777" w:rsidR="00E97F8D" w:rsidRDefault="00E97F8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D1E14B" w14:textId="77777777" w:rsidR="00E97F8D" w:rsidRDefault="00E97F8D" w:rsidP="00C16ABF">
      <w:pPr>
        <w:spacing w:after="0" w:line="240" w:lineRule="auto"/>
      </w:pPr>
      <w:r>
        <w:separator/>
      </w:r>
    </w:p>
  </w:footnote>
  <w:footnote w:type="continuationSeparator" w:id="0">
    <w:p w14:paraId="3C305A91" w14:textId="77777777" w:rsidR="00E97F8D" w:rsidRDefault="00E97F8D" w:rsidP="00C16ABF">
      <w:pPr>
        <w:spacing w:after="0" w:line="240" w:lineRule="auto"/>
      </w:pPr>
      <w:r>
        <w:continuationSeparator/>
      </w:r>
    </w:p>
  </w:footnote>
  <w:footnote w:id="1">
    <w:p w14:paraId="44B5F519" w14:textId="77777777" w:rsidR="004D3057" w:rsidRDefault="004D3057" w:rsidP="004D30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520DB2"/>
    <w:multiLevelType w:val="hybridMultilevel"/>
    <w:tmpl w:val="37062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352A13"/>
    <w:multiLevelType w:val="hybridMultilevel"/>
    <w:tmpl w:val="B5E6E45C"/>
    <w:lvl w:ilvl="0" w:tplc="77A0B5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438435">
    <w:abstractNumId w:val="0"/>
  </w:num>
  <w:num w:numId="2" w16cid:durableId="1396969149">
    <w:abstractNumId w:val="1"/>
  </w:num>
  <w:num w:numId="3" w16cid:durableId="20383530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37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C43"/>
    <w:rsid w:val="00134B13"/>
    <w:rsid w:val="00146BC0"/>
    <w:rsid w:val="00153C41"/>
    <w:rsid w:val="00154381"/>
    <w:rsid w:val="001640A7"/>
    <w:rsid w:val="00164FA7"/>
    <w:rsid w:val="00165676"/>
    <w:rsid w:val="00166A03"/>
    <w:rsid w:val="001718A7"/>
    <w:rsid w:val="001737CF"/>
    <w:rsid w:val="00176083"/>
    <w:rsid w:val="00192F37"/>
    <w:rsid w:val="001956A2"/>
    <w:rsid w:val="001A70D2"/>
    <w:rsid w:val="001D4D01"/>
    <w:rsid w:val="001D657B"/>
    <w:rsid w:val="001D7B54"/>
    <w:rsid w:val="001E0209"/>
    <w:rsid w:val="001F2CA2"/>
    <w:rsid w:val="002144C0"/>
    <w:rsid w:val="00217D0B"/>
    <w:rsid w:val="0022477D"/>
    <w:rsid w:val="002278A9"/>
    <w:rsid w:val="002336F9"/>
    <w:rsid w:val="0024028F"/>
    <w:rsid w:val="00244ABC"/>
    <w:rsid w:val="0025580B"/>
    <w:rsid w:val="0027729F"/>
    <w:rsid w:val="00281FF2"/>
    <w:rsid w:val="0028353D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1C60"/>
    <w:rsid w:val="003C0BAE"/>
    <w:rsid w:val="003D18A9"/>
    <w:rsid w:val="003D6CE2"/>
    <w:rsid w:val="003E1941"/>
    <w:rsid w:val="003E2FE6"/>
    <w:rsid w:val="003E49D5"/>
    <w:rsid w:val="003F205D"/>
    <w:rsid w:val="003F38C0"/>
    <w:rsid w:val="003F64A7"/>
    <w:rsid w:val="00414E3C"/>
    <w:rsid w:val="0042244A"/>
    <w:rsid w:val="0042477D"/>
    <w:rsid w:val="0042745A"/>
    <w:rsid w:val="00431D5C"/>
    <w:rsid w:val="004362C6"/>
    <w:rsid w:val="00437FA2"/>
    <w:rsid w:val="00444C67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78A"/>
    <w:rsid w:val="004D3057"/>
    <w:rsid w:val="004D5282"/>
    <w:rsid w:val="004F1551"/>
    <w:rsid w:val="004F55A3"/>
    <w:rsid w:val="0050496F"/>
    <w:rsid w:val="00513B6F"/>
    <w:rsid w:val="0051610A"/>
    <w:rsid w:val="00517C63"/>
    <w:rsid w:val="005363C4"/>
    <w:rsid w:val="00536BDE"/>
    <w:rsid w:val="00541754"/>
    <w:rsid w:val="00542A56"/>
    <w:rsid w:val="00543ACC"/>
    <w:rsid w:val="0056201A"/>
    <w:rsid w:val="0056696D"/>
    <w:rsid w:val="00570871"/>
    <w:rsid w:val="0059484D"/>
    <w:rsid w:val="005A0855"/>
    <w:rsid w:val="005A3196"/>
    <w:rsid w:val="005B71D6"/>
    <w:rsid w:val="005C080F"/>
    <w:rsid w:val="005C55E5"/>
    <w:rsid w:val="005C696A"/>
    <w:rsid w:val="005E6E85"/>
    <w:rsid w:val="005F31D2"/>
    <w:rsid w:val="0061029B"/>
    <w:rsid w:val="00617230"/>
    <w:rsid w:val="00621CE1"/>
    <w:rsid w:val="00623701"/>
    <w:rsid w:val="00627FC9"/>
    <w:rsid w:val="00632E36"/>
    <w:rsid w:val="00641582"/>
    <w:rsid w:val="00647FA8"/>
    <w:rsid w:val="00650C5F"/>
    <w:rsid w:val="00654934"/>
    <w:rsid w:val="006556EC"/>
    <w:rsid w:val="006620D9"/>
    <w:rsid w:val="00671958"/>
    <w:rsid w:val="00675843"/>
    <w:rsid w:val="00696477"/>
    <w:rsid w:val="006B2708"/>
    <w:rsid w:val="006B52C7"/>
    <w:rsid w:val="006C15DE"/>
    <w:rsid w:val="006C386E"/>
    <w:rsid w:val="006D050F"/>
    <w:rsid w:val="006D6139"/>
    <w:rsid w:val="006E5D65"/>
    <w:rsid w:val="006F1282"/>
    <w:rsid w:val="006F1FBC"/>
    <w:rsid w:val="006F31E2"/>
    <w:rsid w:val="00706544"/>
    <w:rsid w:val="007072BA"/>
    <w:rsid w:val="00713CC5"/>
    <w:rsid w:val="0071620A"/>
    <w:rsid w:val="00716B7E"/>
    <w:rsid w:val="00724677"/>
    <w:rsid w:val="00725459"/>
    <w:rsid w:val="00727F8B"/>
    <w:rsid w:val="007327BD"/>
    <w:rsid w:val="00734608"/>
    <w:rsid w:val="00745302"/>
    <w:rsid w:val="007461D6"/>
    <w:rsid w:val="00746EC8"/>
    <w:rsid w:val="00763BF1"/>
    <w:rsid w:val="00766FD4"/>
    <w:rsid w:val="007713EE"/>
    <w:rsid w:val="0078168C"/>
    <w:rsid w:val="00787C2A"/>
    <w:rsid w:val="00790E27"/>
    <w:rsid w:val="007A265C"/>
    <w:rsid w:val="007A4022"/>
    <w:rsid w:val="007A6E6E"/>
    <w:rsid w:val="007B45A0"/>
    <w:rsid w:val="007B7FDF"/>
    <w:rsid w:val="007C0C07"/>
    <w:rsid w:val="007C3299"/>
    <w:rsid w:val="007C3BCC"/>
    <w:rsid w:val="007C4546"/>
    <w:rsid w:val="007D39FB"/>
    <w:rsid w:val="007D6E56"/>
    <w:rsid w:val="007E25F6"/>
    <w:rsid w:val="007F4155"/>
    <w:rsid w:val="0081554D"/>
    <w:rsid w:val="0081707E"/>
    <w:rsid w:val="0082223D"/>
    <w:rsid w:val="008409C3"/>
    <w:rsid w:val="008449B3"/>
    <w:rsid w:val="008552A2"/>
    <w:rsid w:val="0085747A"/>
    <w:rsid w:val="00857C16"/>
    <w:rsid w:val="00884922"/>
    <w:rsid w:val="00885E6C"/>
    <w:rsid w:val="00885F64"/>
    <w:rsid w:val="008917F9"/>
    <w:rsid w:val="008A45F7"/>
    <w:rsid w:val="008A6CFE"/>
    <w:rsid w:val="008C0CC0"/>
    <w:rsid w:val="008C19A9"/>
    <w:rsid w:val="008C379D"/>
    <w:rsid w:val="008C4024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1729"/>
    <w:rsid w:val="009754FE"/>
    <w:rsid w:val="009876DF"/>
    <w:rsid w:val="00997F14"/>
    <w:rsid w:val="009A44AD"/>
    <w:rsid w:val="009A78D9"/>
    <w:rsid w:val="009B4425"/>
    <w:rsid w:val="009C3BF3"/>
    <w:rsid w:val="009C3E31"/>
    <w:rsid w:val="009C54AE"/>
    <w:rsid w:val="009C788E"/>
    <w:rsid w:val="009D19CE"/>
    <w:rsid w:val="009D3F3B"/>
    <w:rsid w:val="009E0543"/>
    <w:rsid w:val="009E3B41"/>
    <w:rsid w:val="009E66A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B72"/>
    <w:rsid w:val="00A84C85"/>
    <w:rsid w:val="00A97DE1"/>
    <w:rsid w:val="00AA531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9DD"/>
    <w:rsid w:val="00B05338"/>
    <w:rsid w:val="00B06142"/>
    <w:rsid w:val="00B10867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CCB"/>
    <w:rsid w:val="00BA2296"/>
    <w:rsid w:val="00BA4A5D"/>
    <w:rsid w:val="00BB520A"/>
    <w:rsid w:val="00BD1862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138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4624"/>
    <w:rsid w:val="00D17C3C"/>
    <w:rsid w:val="00D26B2C"/>
    <w:rsid w:val="00D352C9"/>
    <w:rsid w:val="00D425B2"/>
    <w:rsid w:val="00D428D6"/>
    <w:rsid w:val="00D552B2"/>
    <w:rsid w:val="00D608D1"/>
    <w:rsid w:val="00D651DF"/>
    <w:rsid w:val="00D72C90"/>
    <w:rsid w:val="00D74119"/>
    <w:rsid w:val="00D8075B"/>
    <w:rsid w:val="00D8678B"/>
    <w:rsid w:val="00D9387F"/>
    <w:rsid w:val="00DA2114"/>
    <w:rsid w:val="00DA3D2D"/>
    <w:rsid w:val="00DC646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1306"/>
    <w:rsid w:val="00E960BB"/>
    <w:rsid w:val="00E97F8D"/>
    <w:rsid w:val="00EA2074"/>
    <w:rsid w:val="00EA4832"/>
    <w:rsid w:val="00EA4E9D"/>
    <w:rsid w:val="00EA4FCE"/>
    <w:rsid w:val="00EC4899"/>
    <w:rsid w:val="00ED03AB"/>
    <w:rsid w:val="00ED32D2"/>
    <w:rsid w:val="00EE32DE"/>
    <w:rsid w:val="00EE5457"/>
    <w:rsid w:val="00EE547C"/>
    <w:rsid w:val="00F0057E"/>
    <w:rsid w:val="00F070AB"/>
    <w:rsid w:val="00F11F41"/>
    <w:rsid w:val="00F12AFD"/>
    <w:rsid w:val="00F17567"/>
    <w:rsid w:val="00F27A7B"/>
    <w:rsid w:val="00F36609"/>
    <w:rsid w:val="00F526AF"/>
    <w:rsid w:val="00F617C3"/>
    <w:rsid w:val="00F7066B"/>
    <w:rsid w:val="00F80E2C"/>
    <w:rsid w:val="00F83B28"/>
    <w:rsid w:val="00F974DA"/>
    <w:rsid w:val="00FA46E5"/>
    <w:rsid w:val="00FB4588"/>
    <w:rsid w:val="00FB7DBA"/>
    <w:rsid w:val="00FC1C25"/>
    <w:rsid w:val="00FC3F45"/>
    <w:rsid w:val="00FD503F"/>
    <w:rsid w:val="00FD555A"/>
    <w:rsid w:val="00FD7589"/>
    <w:rsid w:val="00FE41B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A2ED9"/>
  <w15:docId w15:val="{5676DDC8-3429-4DA0-AA4F-0FE5C2AE7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6A7E6-88D7-419A-8A2A-7C8359C3C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5</Pages>
  <Words>1354</Words>
  <Characters>7721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Aguś</cp:lastModifiedBy>
  <cp:revision>12</cp:revision>
  <cp:lastPrinted>2019-02-06T12:12:00Z</cp:lastPrinted>
  <dcterms:created xsi:type="dcterms:W3CDTF">2024-09-11T13:58:00Z</dcterms:created>
  <dcterms:modified xsi:type="dcterms:W3CDTF">2025-02-02T15:10:00Z</dcterms:modified>
</cp:coreProperties>
</file>